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4FA0F3" w14:textId="77777777" w:rsidR="006B3D4E" w:rsidRDefault="00FB2853" w:rsidP="00FB2853">
      <w:pPr>
        <w:pStyle w:val="Heading1"/>
      </w:pPr>
      <w:r w:rsidRPr="00FB2853">
        <w:t>Paired Comparison Matrix</w:t>
      </w:r>
    </w:p>
    <w:p w14:paraId="7ADE5919" w14:textId="77777777" w:rsidR="00FB2853" w:rsidRDefault="00FB2853" w:rsidP="00683F55">
      <w:r w:rsidRPr="00FB2853">
        <w:t>Compare each item to all of the other items in turn and delete the lower priority number.  Count the total number of times each item number remains and enter that number in the “How Many Times” cell.  Then rank the items from highest to lowest based on the numbers in the “How Many Times” cells.  If two cells have the same number of occurrences, refer back to the original comparison between those two items to determine the priority.  Enter the new priority into the table at the bottom of the page</w:t>
      </w:r>
      <w:r>
        <w:t>.</w:t>
      </w:r>
    </w:p>
    <w:p w14:paraId="3F0D1795" w14:textId="77777777" w:rsidR="00FB2853" w:rsidRDefault="00FB2853" w:rsidP="00683F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230"/>
        <w:gridCol w:w="1070"/>
        <w:gridCol w:w="1176"/>
        <w:gridCol w:w="1236"/>
        <w:gridCol w:w="1243"/>
        <w:gridCol w:w="1216"/>
      </w:tblGrid>
      <w:tr w:rsidR="00FB2853" w:rsidRPr="00482412" w14:paraId="06674EA1" w14:textId="77777777" w:rsidTr="00DA058D">
        <w:tblPrEx>
          <w:tblCellMar>
            <w:top w:w="0" w:type="dxa"/>
            <w:bottom w:w="0" w:type="dxa"/>
          </w:tblCellMar>
        </w:tblPrEx>
        <w:trPr>
          <w:cantSplit/>
        </w:trPr>
        <w:tc>
          <w:tcPr>
            <w:tcW w:w="1368" w:type="dxa"/>
            <w:vMerge w:val="restart"/>
            <w:tcBorders>
              <w:top w:val="nil"/>
              <w:left w:val="nil"/>
              <w:bottom w:val="nil"/>
              <w:right w:val="single" w:sz="4" w:space="0" w:color="auto"/>
            </w:tcBorders>
          </w:tcPr>
          <w:p w14:paraId="744E8093" w14:textId="77777777" w:rsidR="00FB2853" w:rsidRPr="00482412" w:rsidRDefault="00FB2853" w:rsidP="00DA058D"/>
        </w:tc>
        <w:tc>
          <w:tcPr>
            <w:tcW w:w="1230" w:type="dxa"/>
            <w:tcBorders>
              <w:left w:val="nil"/>
            </w:tcBorders>
          </w:tcPr>
          <w:p w14:paraId="02A77241" w14:textId="77777777" w:rsidR="00FB2853" w:rsidRPr="00FB2853" w:rsidRDefault="00FB2853" w:rsidP="0028034B">
            <w:pPr>
              <w:jc w:val="center"/>
              <w:rPr>
                <w:rFonts w:ascii="Arial Narrow" w:hAnsi="Arial Narrow"/>
                <w:bCs/>
              </w:rPr>
            </w:pPr>
            <w:r w:rsidRPr="00FB2853">
              <w:rPr>
                <w:rFonts w:ascii="Arial Narrow" w:hAnsi="Arial Narrow"/>
                <w:bCs/>
              </w:rPr>
              <w:t xml:space="preserve">Item </w:t>
            </w:r>
            <w:r w:rsidR="0028034B">
              <w:rPr>
                <w:rFonts w:ascii="Arial Narrow" w:hAnsi="Arial Narrow"/>
                <w:bCs/>
              </w:rPr>
              <w:t>A</w:t>
            </w:r>
          </w:p>
        </w:tc>
        <w:tc>
          <w:tcPr>
            <w:tcW w:w="1070" w:type="dxa"/>
          </w:tcPr>
          <w:p w14:paraId="6CD6DBFC" w14:textId="77777777" w:rsidR="00FB2853" w:rsidRPr="00FB2853" w:rsidRDefault="00FB2853" w:rsidP="0028034B">
            <w:pPr>
              <w:jc w:val="center"/>
              <w:rPr>
                <w:rFonts w:ascii="Arial Narrow" w:hAnsi="Arial Narrow"/>
                <w:bCs/>
              </w:rPr>
            </w:pPr>
            <w:r w:rsidRPr="00FB2853">
              <w:rPr>
                <w:rFonts w:ascii="Arial Narrow" w:hAnsi="Arial Narrow"/>
                <w:bCs/>
              </w:rPr>
              <w:t xml:space="preserve">Item </w:t>
            </w:r>
            <w:r w:rsidR="0028034B">
              <w:rPr>
                <w:rFonts w:ascii="Arial Narrow" w:hAnsi="Arial Narrow"/>
                <w:bCs/>
              </w:rPr>
              <w:t>B</w:t>
            </w:r>
          </w:p>
        </w:tc>
        <w:tc>
          <w:tcPr>
            <w:tcW w:w="1176" w:type="dxa"/>
          </w:tcPr>
          <w:p w14:paraId="09C2517B" w14:textId="77777777" w:rsidR="00FB2853" w:rsidRPr="00FB2853" w:rsidRDefault="00FB2853" w:rsidP="0028034B">
            <w:pPr>
              <w:jc w:val="center"/>
              <w:rPr>
                <w:rFonts w:ascii="Arial Narrow" w:hAnsi="Arial Narrow"/>
                <w:bCs/>
              </w:rPr>
            </w:pPr>
            <w:r w:rsidRPr="00FB2853">
              <w:rPr>
                <w:rFonts w:ascii="Arial Narrow" w:hAnsi="Arial Narrow"/>
                <w:bCs/>
              </w:rPr>
              <w:t xml:space="preserve">Item </w:t>
            </w:r>
            <w:r w:rsidR="0028034B">
              <w:rPr>
                <w:rFonts w:ascii="Arial Narrow" w:hAnsi="Arial Narrow"/>
                <w:bCs/>
              </w:rPr>
              <w:t>C</w:t>
            </w:r>
          </w:p>
        </w:tc>
        <w:tc>
          <w:tcPr>
            <w:tcW w:w="1236" w:type="dxa"/>
          </w:tcPr>
          <w:p w14:paraId="7EBC9AB2" w14:textId="77777777" w:rsidR="00FB2853" w:rsidRPr="00FB2853" w:rsidRDefault="00FB2853" w:rsidP="0028034B">
            <w:pPr>
              <w:jc w:val="center"/>
              <w:rPr>
                <w:rFonts w:ascii="Arial Narrow" w:hAnsi="Arial Narrow"/>
                <w:bCs/>
              </w:rPr>
            </w:pPr>
            <w:r w:rsidRPr="00FB2853">
              <w:rPr>
                <w:rFonts w:ascii="Arial Narrow" w:hAnsi="Arial Narrow"/>
                <w:bCs/>
              </w:rPr>
              <w:t xml:space="preserve">Item </w:t>
            </w:r>
            <w:r w:rsidR="0028034B">
              <w:rPr>
                <w:rFonts w:ascii="Arial Narrow" w:hAnsi="Arial Narrow"/>
                <w:bCs/>
              </w:rPr>
              <w:t>D</w:t>
            </w:r>
          </w:p>
        </w:tc>
        <w:tc>
          <w:tcPr>
            <w:tcW w:w="1243" w:type="dxa"/>
          </w:tcPr>
          <w:p w14:paraId="248795A7" w14:textId="77777777" w:rsidR="00FB2853" w:rsidRPr="00FB2853" w:rsidRDefault="00FB2853" w:rsidP="0028034B">
            <w:pPr>
              <w:jc w:val="center"/>
              <w:rPr>
                <w:rFonts w:ascii="Arial Narrow" w:hAnsi="Arial Narrow"/>
                <w:bCs/>
              </w:rPr>
            </w:pPr>
            <w:r w:rsidRPr="00FB2853">
              <w:rPr>
                <w:rFonts w:ascii="Arial Narrow" w:hAnsi="Arial Narrow"/>
                <w:bCs/>
              </w:rPr>
              <w:t xml:space="preserve">Item </w:t>
            </w:r>
            <w:r w:rsidR="0028034B">
              <w:rPr>
                <w:rFonts w:ascii="Arial Narrow" w:hAnsi="Arial Narrow"/>
                <w:bCs/>
              </w:rPr>
              <w:t>E</w:t>
            </w:r>
          </w:p>
        </w:tc>
        <w:tc>
          <w:tcPr>
            <w:tcW w:w="1216" w:type="dxa"/>
          </w:tcPr>
          <w:p w14:paraId="0084EC3B" w14:textId="77777777" w:rsidR="00FB2853" w:rsidRPr="00FB2853" w:rsidRDefault="00FB2853" w:rsidP="0028034B">
            <w:pPr>
              <w:jc w:val="center"/>
              <w:rPr>
                <w:rFonts w:ascii="Arial Narrow" w:hAnsi="Arial Narrow"/>
                <w:bCs/>
              </w:rPr>
            </w:pPr>
            <w:r w:rsidRPr="00FB2853">
              <w:rPr>
                <w:rFonts w:ascii="Arial Narrow" w:hAnsi="Arial Narrow"/>
                <w:bCs/>
              </w:rPr>
              <w:t xml:space="preserve">Item </w:t>
            </w:r>
            <w:r w:rsidR="0028034B">
              <w:rPr>
                <w:rFonts w:ascii="Arial Narrow" w:hAnsi="Arial Narrow"/>
                <w:bCs/>
              </w:rPr>
              <w:t>F</w:t>
            </w:r>
          </w:p>
        </w:tc>
      </w:tr>
      <w:tr w:rsidR="00FB2853" w:rsidRPr="00482412" w14:paraId="16B52244" w14:textId="77777777" w:rsidTr="00DA058D">
        <w:tblPrEx>
          <w:tblCellMar>
            <w:top w:w="0" w:type="dxa"/>
            <w:bottom w:w="0" w:type="dxa"/>
          </w:tblCellMar>
        </w:tblPrEx>
        <w:trPr>
          <w:cantSplit/>
          <w:trHeight w:val="360"/>
        </w:trPr>
        <w:tc>
          <w:tcPr>
            <w:tcW w:w="1368" w:type="dxa"/>
            <w:vMerge/>
            <w:tcBorders>
              <w:top w:val="nil"/>
              <w:left w:val="nil"/>
              <w:bottom w:val="nil"/>
              <w:right w:val="single" w:sz="4" w:space="0" w:color="auto"/>
            </w:tcBorders>
          </w:tcPr>
          <w:p w14:paraId="44403CFF" w14:textId="77777777" w:rsidR="00FB2853" w:rsidRPr="00482412" w:rsidRDefault="00FB2853" w:rsidP="00DA058D"/>
        </w:tc>
        <w:tc>
          <w:tcPr>
            <w:tcW w:w="1230" w:type="dxa"/>
            <w:tcBorders>
              <w:left w:val="nil"/>
            </w:tcBorders>
            <w:vAlign w:val="bottom"/>
          </w:tcPr>
          <w:p w14:paraId="6F70E50C" w14:textId="77777777" w:rsidR="00FB2853" w:rsidRPr="00482412" w:rsidRDefault="0028034B" w:rsidP="00DA058D">
            <w:r>
              <w:t>A</w:t>
            </w:r>
            <w:r w:rsidR="00FB2853" w:rsidRPr="00482412">
              <w:tab/>
            </w:r>
            <w:r>
              <w:t>B</w:t>
            </w:r>
          </w:p>
        </w:tc>
        <w:tc>
          <w:tcPr>
            <w:tcW w:w="1070" w:type="dxa"/>
            <w:vMerge w:val="restart"/>
            <w:vAlign w:val="bottom"/>
          </w:tcPr>
          <w:p w14:paraId="590FF937" w14:textId="77777777" w:rsidR="00FB2853" w:rsidRPr="00482412" w:rsidRDefault="0028034B" w:rsidP="0028034B">
            <w:pPr>
              <w:tabs>
                <w:tab w:val="right" w:pos="854"/>
              </w:tabs>
            </w:pPr>
            <w:r>
              <w:t>B</w:t>
            </w:r>
            <w:r w:rsidR="00FB2853" w:rsidRPr="00482412">
              <w:tab/>
            </w:r>
            <w:r>
              <w:t>C</w:t>
            </w:r>
          </w:p>
        </w:tc>
        <w:tc>
          <w:tcPr>
            <w:tcW w:w="1176" w:type="dxa"/>
            <w:vMerge w:val="restart"/>
            <w:vAlign w:val="bottom"/>
          </w:tcPr>
          <w:p w14:paraId="54D8968F" w14:textId="77777777" w:rsidR="00FB2853" w:rsidRPr="00482412" w:rsidRDefault="0028034B" w:rsidP="00DA058D">
            <w:r>
              <w:t>C</w:t>
            </w:r>
            <w:r w:rsidR="00FB2853" w:rsidRPr="00482412">
              <w:tab/>
            </w:r>
            <w:r>
              <w:t>D</w:t>
            </w:r>
          </w:p>
        </w:tc>
        <w:tc>
          <w:tcPr>
            <w:tcW w:w="1236" w:type="dxa"/>
            <w:vMerge w:val="restart"/>
            <w:vAlign w:val="bottom"/>
          </w:tcPr>
          <w:p w14:paraId="1414D527" w14:textId="77777777" w:rsidR="00FB2853" w:rsidRPr="00482412" w:rsidRDefault="0028034B" w:rsidP="00DA058D">
            <w:r>
              <w:t>D</w:t>
            </w:r>
            <w:r w:rsidR="00FB2853" w:rsidRPr="00482412">
              <w:tab/>
            </w:r>
            <w:r>
              <w:t>E</w:t>
            </w:r>
          </w:p>
        </w:tc>
        <w:tc>
          <w:tcPr>
            <w:tcW w:w="1243" w:type="dxa"/>
            <w:vMerge w:val="restart"/>
            <w:vAlign w:val="bottom"/>
          </w:tcPr>
          <w:p w14:paraId="7E41ED8A" w14:textId="77777777" w:rsidR="00FB2853" w:rsidRPr="00482412" w:rsidRDefault="0028034B" w:rsidP="00DA058D">
            <w:r>
              <w:t>E</w:t>
            </w:r>
            <w:r w:rsidR="00FB2853" w:rsidRPr="00482412">
              <w:tab/>
            </w:r>
            <w:r>
              <w:t>F</w:t>
            </w:r>
          </w:p>
        </w:tc>
        <w:tc>
          <w:tcPr>
            <w:tcW w:w="1216" w:type="dxa"/>
            <w:vMerge w:val="restart"/>
            <w:vAlign w:val="bottom"/>
          </w:tcPr>
          <w:p w14:paraId="4242C610" w14:textId="77777777" w:rsidR="00FB2853" w:rsidRPr="00482412" w:rsidRDefault="00FB2853" w:rsidP="00DA058D"/>
        </w:tc>
      </w:tr>
      <w:tr w:rsidR="00FB2853" w:rsidRPr="00482412" w14:paraId="3567F12F" w14:textId="77777777" w:rsidTr="00DA058D">
        <w:tblPrEx>
          <w:tblCellMar>
            <w:top w:w="0" w:type="dxa"/>
            <w:bottom w:w="0" w:type="dxa"/>
          </w:tblCellMar>
        </w:tblPrEx>
        <w:trPr>
          <w:cantSplit/>
          <w:trHeight w:val="360"/>
        </w:trPr>
        <w:tc>
          <w:tcPr>
            <w:tcW w:w="1368" w:type="dxa"/>
            <w:vMerge/>
            <w:tcBorders>
              <w:top w:val="nil"/>
              <w:left w:val="nil"/>
              <w:bottom w:val="nil"/>
              <w:right w:val="single" w:sz="4" w:space="0" w:color="auto"/>
            </w:tcBorders>
          </w:tcPr>
          <w:p w14:paraId="3DF044FF" w14:textId="77777777" w:rsidR="00FB2853" w:rsidRPr="00482412" w:rsidRDefault="00FB2853" w:rsidP="00DA058D"/>
        </w:tc>
        <w:tc>
          <w:tcPr>
            <w:tcW w:w="1230" w:type="dxa"/>
            <w:tcBorders>
              <w:left w:val="nil"/>
            </w:tcBorders>
            <w:vAlign w:val="bottom"/>
          </w:tcPr>
          <w:p w14:paraId="4593D09D" w14:textId="77777777" w:rsidR="00FB2853" w:rsidRPr="00482412" w:rsidRDefault="0028034B" w:rsidP="00DA058D">
            <w:r>
              <w:t>A</w:t>
            </w:r>
            <w:r w:rsidR="00FB2853" w:rsidRPr="00482412">
              <w:tab/>
            </w:r>
            <w:r>
              <w:t>C</w:t>
            </w:r>
          </w:p>
        </w:tc>
        <w:tc>
          <w:tcPr>
            <w:tcW w:w="1070" w:type="dxa"/>
            <w:vMerge/>
            <w:vAlign w:val="bottom"/>
          </w:tcPr>
          <w:p w14:paraId="52B6F90A" w14:textId="77777777" w:rsidR="00FB2853" w:rsidRPr="00482412" w:rsidRDefault="00FB2853" w:rsidP="00DA058D"/>
        </w:tc>
        <w:tc>
          <w:tcPr>
            <w:tcW w:w="1176" w:type="dxa"/>
            <w:vMerge/>
            <w:vAlign w:val="bottom"/>
          </w:tcPr>
          <w:p w14:paraId="507CE4F3" w14:textId="77777777" w:rsidR="00FB2853" w:rsidRPr="00482412" w:rsidRDefault="00FB2853" w:rsidP="00DA058D"/>
        </w:tc>
        <w:tc>
          <w:tcPr>
            <w:tcW w:w="1236" w:type="dxa"/>
            <w:vMerge/>
            <w:vAlign w:val="bottom"/>
          </w:tcPr>
          <w:p w14:paraId="626822D4" w14:textId="77777777" w:rsidR="00FB2853" w:rsidRPr="00482412" w:rsidRDefault="00FB2853" w:rsidP="00DA058D"/>
        </w:tc>
        <w:tc>
          <w:tcPr>
            <w:tcW w:w="1243" w:type="dxa"/>
            <w:vMerge/>
            <w:vAlign w:val="bottom"/>
          </w:tcPr>
          <w:p w14:paraId="500D1613" w14:textId="77777777" w:rsidR="00FB2853" w:rsidRPr="00482412" w:rsidRDefault="00FB2853" w:rsidP="00DA058D"/>
        </w:tc>
        <w:tc>
          <w:tcPr>
            <w:tcW w:w="1216" w:type="dxa"/>
            <w:vMerge/>
            <w:vAlign w:val="bottom"/>
          </w:tcPr>
          <w:p w14:paraId="2114C8CC" w14:textId="77777777" w:rsidR="00FB2853" w:rsidRPr="00482412" w:rsidRDefault="00FB2853" w:rsidP="00DA058D"/>
        </w:tc>
      </w:tr>
      <w:tr w:rsidR="00FB2853" w:rsidRPr="00482412" w14:paraId="51D518F6" w14:textId="77777777" w:rsidTr="00DA058D">
        <w:tblPrEx>
          <w:tblCellMar>
            <w:top w:w="0" w:type="dxa"/>
            <w:bottom w:w="0" w:type="dxa"/>
          </w:tblCellMar>
        </w:tblPrEx>
        <w:trPr>
          <w:cantSplit/>
          <w:trHeight w:val="360"/>
        </w:trPr>
        <w:tc>
          <w:tcPr>
            <w:tcW w:w="1368" w:type="dxa"/>
            <w:vMerge/>
            <w:tcBorders>
              <w:top w:val="nil"/>
              <w:left w:val="nil"/>
              <w:bottom w:val="nil"/>
              <w:right w:val="single" w:sz="4" w:space="0" w:color="auto"/>
            </w:tcBorders>
          </w:tcPr>
          <w:p w14:paraId="6F9C5EF4" w14:textId="77777777" w:rsidR="00FB2853" w:rsidRPr="00482412" w:rsidRDefault="00FB2853" w:rsidP="00DA058D"/>
        </w:tc>
        <w:tc>
          <w:tcPr>
            <w:tcW w:w="1230" w:type="dxa"/>
            <w:tcBorders>
              <w:left w:val="nil"/>
            </w:tcBorders>
            <w:vAlign w:val="bottom"/>
          </w:tcPr>
          <w:p w14:paraId="5CF3B066" w14:textId="77777777" w:rsidR="00FB2853" w:rsidRPr="00482412" w:rsidRDefault="0028034B" w:rsidP="00DA058D">
            <w:r>
              <w:t>A</w:t>
            </w:r>
            <w:r w:rsidR="00FB2853" w:rsidRPr="00482412">
              <w:tab/>
            </w:r>
            <w:r>
              <w:t>D</w:t>
            </w:r>
          </w:p>
        </w:tc>
        <w:tc>
          <w:tcPr>
            <w:tcW w:w="1070" w:type="dxa"/>
            <w:vAlign w:val="bottom"/>
          </w:tcPr>
          <w:p w14:paraId="0BC31957" w14:textId="77777777" w:rsidR="00FB2853" w:rsidRPr="00482412" w:rsidRDefault="0028034B" w:rsidP="0028034B">
            <w:pPr>
              <w:tabs>
                <w:tab w:val="right" w:pos="854"/>
              </w:tabs>
            </w:pPr>
            <w:r>
              <w:t>B</w:t>
            </w:r>
            <w:r>
              <w:tab/>
              <w:t>D</w:t>
            </w:r>
          </w:p>
        </w:tc>
        <w:tc>
          <w:tcPr>
            <w:tcW w:w="1176" w:type="dxa"/>
            <w:vMerge/>
            <w:vAlign w:val="bottom"/>
          </w:tcPr>
          <w:p w14:paraId="56AFE1BD" w14:textId="77777777" w:rsidR="00FB2853" w:rsidRPr="00482412" w:rsidRDefault="00FB2853" w:rsidP="00DA058D"/>
        </w:tc>
        <w:tc>
          <w:tcPr>
            <w:tcW w:w="1236" w:type="dxa"/>
            <w:vMerge/>
            <w:vAlign w:val="bottom"/>
          </w:tcPr>
          <w:p w14:paraId="34740646" w14:textId="77777777" w:rsidR="00FB2853" w:rsidRPr="00482412" w:rsidRDefault="00FB2853" w:rsidP="00DA058D"/>
        </w:tc>
        <w:tc>
          <w:tcPr>
            <w:tcW w:w="1243" w:type="dxa"/>
            <w:vMerge/>
            <w:vAlign w:val="bottom"/>
          </w:tcPr>
          <w:p w14:paraId="62217382" w14:textId="77777777" w:rsidR="00FB2853" w:rsidRPr="00482412" w:rsidRDefault="00FB2853" w:rsidP="00DA058D"/>
        </w:tc>
        <w:tc>
          <w:tcPr>
            <w:tcW w:w="1216" w:type="dxa"/>
            <w:vMerge/>
            <w:vAlign w:val="bottom"/>
          </w:tcPr>
          <w:p w14:paraId="38593864" w14:textId="77777777" w:rsidR="00FB2853" w:rsidRPr="00482412" w:rsidRDefault="00FB2853" w:rsidP="00DA058D"/>
        </w:tc>
      </w:tr>
      <w:tr w:rsidR="00FB2853" w:rsidRPr="00482412" w14:paraId="281E927F" w14:textId="77777777" w:rsidTr="00DA058D">
        <w:tblPrEx>
          <w:tblCellMar>
            <w:top w:w="0" w:type="dxa"/>
            <w:bottom w:w="0" w:type="dxa"/>
          </w:tblCellMar>
        </w:tblPrEx>
        <w:trPr>
          <w:cantSplit/>
          <w:trHeight w:val="360"/>
        </w:trPr>
        <w:tc>
          <w:tcPr>
            <w:tcW w:w="1368" w:type="dxa"/>
            <w:vMerge/>
            <w:tcBorders>
              <w:top w:val="nil"/>
              <w:left w:val="nil"/>
              <w:bottom w:val="nil"/>
              <w:right w:val="single" w:sz="4" w:space="0" w:color="auto"/>
            </w:tcBorders>
          </w:tcPr>
          <w:p w14:paraId="772B7DE4" w14:textId="77777777" w:rsidR="00FB2853" w:rsidRPr="00482412" w:rsidRDefault="00FB2853" w:rsidP="00DA058D"/>
        </w:tc>
        <w:tc>
          <w:tcPr>
            <w:tcW w:w="1230" w:type="dxa"/>
            <w:tcBorders>
              <w:left w:val="nil"/>
            </w:tcBorders>
            <w:vAlign w:val="bottom"/>
          </w:tcPr>
          <w:p w14:paraId="5A897C94" w14:textId="77777777" w:rsidR="00FB2853" w:rsidRPr="00482412" w:rsidRDefault="0028034B" w:rsidP="00DA058D">
            <w:r>
              <w:t>A</w:t>
            </w:r>
            <w:r w:rsidR="00FB2853" w:rsidRPr="00482412">
              <w:tab/>
            </w:r>
            <w:r>
              <w:t>E</w:t>
            </w:r>
          </w:p>
        </w:tc>
        <w:tc>
          <w:tcPr>
            <w:tcW w:w="1070" w:type="dxa"/>
            <w:vAlign w:val="bottom"/>
          </w:tcPr>
          <w:p w14:paraId="677D1134" w14:textId="77777777" w:rsidR="00FB2853" w:rsidRPr="00482412" w:rsidRDefault="0028034B" w:rsidP="0028034B">
            <w:pPr>
              <w:tabs>
                <w:tab w:val="right" w:pos="854"/>
              </w:tabs>
            </w:pPr>
            <w:r>
              <w:t>B</w:t>
            </w:r>
            <w:r w:rsidR="00FB2853" w:rsidRPr="00482412">
              <w:tab/>
            </w:r>
            <w:r>
              <w:t>E</w:t>
            </w:r>
          </w:p>
        </w:tc>
        <w:tc>
          <w:tcPr>
            <w:tcW w:w="1176" w:type="dxa"/>
            <w:vAlign w:val="bottom"/>
          </w:tcPr>
          <w:p w14:paraId="4409F71E" w14:textId="77777777" w:rsidR="00FB2853" w:rsidRPr="00482412" w:rsidRDefault="0028034B" w:rsidP="00DA058D">
            <w:r>
              <w:t>C</w:t>
            </w:r>
            <w:r w:rsidR="00FB2853" w:rsidRPr="00482412">
              <w:tab/>
            </w:r>
            <w:r>
              <w:t>E</w:t>
            </w:r>
          </w:p>
        </w:tc>
        <w:tc>
          <w:tcPr>
            <w:tcW w:w="1236" w:type="dxa"/>
            <w:vMerge/>
            <w:vAlign w:val="bottom"/>
          </w:tcPr>
          <w:p w14:paraId="4D5A2412" w14:textId="77777777" w:rsidR="00FB2853" w:rsidRPr="00482412" w:rsidRDefault="00FB2853" w:rsidP="00DA058D"/>
        </w:tc>
        <w:tc>
          <w:tcPr>
            <w:tcW w:w="1243" w:type="dxa"/>
            <w:vMerge/>
            <w:vAlign w:val="bottom"/>
          </w:tcPr>
          <w:p w14:paraId="1626AF24" w14:textId="77777777" w:rsidR="00FB2853" w:rsidRPr="00482412" w:rsidRDefault="00FB2853" w:rsidP="00DA058D"/>
        </w:tc>
        <w:tc>
          <w:tcPr>
            <w:tcW w:w="1216" w:type="dxa"/>
            <w:vMerge/>
            <w:vAlign w:val="bottom"/>
          </w:tcPr>
          <w:p w14:paraId="6519C16E" w14:textId="77777777" w:rsidR="00FB2853" w:rsidRPr="00482412" w:rsidRDefault="00FB2853" w:rsidP="00DA058D"/>
        </w:tc>
      </w:tr>
      <w:tr w:rsidR="00FB2853" w:rsidRPr="00482412" w14:paraId="57D2A3D5" w14:textId="77777777" w:rsidTr="00DA058D">
        <w:tblPrEx>
          <w:tblCellMar>
            <w:top w:w="0" w:type="dxa"/>
            <w:bottom w:w="0" w:type="dxa"/>
          </w:tblCellMar>
        </w:tblPrEx>
        <w:trPr>
          <w:cantSplit/>
          <w:trHeight w:val="360"/>
        </w:trPr>
        <w:tc>
          <w:tcPr>
            <w:tcW w:w="1368" w:type="dxa"/>
            <w:vMerge/>
            <w:tcBorders>
              <w:top w:val="nil"/>
              <w:left w:val="nil"/>
              <w:bottom w:val="single" w:sz="8" w:space="0" w:color="auto"/>
              <w:right w:val="single" w:sz="4" w:space="0" w:color="auto"/>
            </w:tcBorders>
          </w:tcPr>
          <w:p w14:paraId="37E6DD71" w14:textId="77777777" w:rsidR="00FB2853" w:rsidRPr="00482412" w:rsidRDefault="00FB2853" w:rsidP="00DA058D"/>
        </w:tc>
        <w:tc>
          <w:tcPr>
            <w:tcW w:w="1230" w:type="dxa"/>
            <w:tcBorders>
              <w:left w:val="nil"/>
            </w:tcBorders>
            <w:vAlign w:val="bottom"/>
          </w:tcPr>
          <w:p w14:paraId="2ECA0095" w14:textId="77777777" w:rsidR="00FB2853" w:rsidRPr="00482412" w:rsidRDefault="0028034B" w:rsidP="00DA058D">
            <w:r>
              <w:t>A</w:t>
            </w:r>
            <w:r w:rsidR="00FB2853" w:rsidRPr="00482412">
              <w:tab/>
            </w:r>
            <w:r>
              <w:t>E</w:t>
            </w:r>
          </w:p>
        </w:tc>
        <w:tc>
          <w:tcPr>
            <w:tcW w:w="1070" w:type="dxa"/>
            <w:vAlign w:val="bottom"/>
          </w:tcPr>
          <w:p w14:paraId="16852761" w14:textId="77777777" w:rsidR="00FB2853" w:rsidRPr="00482412" w:rsidRDefault="0028034B" w:rsidP="00DA058D">
            <w:r>
              <w:t>B</w:t>
            </w:r>
            <w:r w:rsidR="00FB2853" w:rsidRPr="00482412">
              <w:tab/>
            </w:r>
            <w:r>
              <w:t>F</w:t>
            </w:r>
          </w:p>
        </w:tc>
        <w:tc>
          <w:tcPr>
            <w:tcW w:w="1176" w:type="dxa"/>
            <w:vAlign w:val="bottom"/>
          </w:tcPr>
          <w:p w14:paraId="0D446026" w14:textId="77777777" w:rsidR="00FB2853" w:rsidRPr="00482412" w:rsidRDefault="0028034B" w:rsidP="00DA058D">
            <w:r>
              <w:t>C</w:t>
            </w:r>
            <w:r w:rsidR="00FB2853" w:rsidRPr="00482412">
              <w:tab/>
            </w:r>
            <w:r>
              <w:t>F</w:t>
            </w:r>
          </w:p>
        </w:tc>
        <w:tc>
          <w:tcPr>
            <w:tcW w:w="1236" w:type="dxa"/>
            <w:vAlign w:val="bottom"/>
          </w:tcPr>
          <w:p w14:paraId="13295638" w14:textId="77777777" w:rsidR="00FB2853" w:rsidRPr="00482412" w:rsidRDefault="0028034B" w:rsidP="00DA058D">
            <w:r>
              <w:t>D</w:t>
            </w:r>
            <w:r w:rsidR="00FB2853" w:rsidRPr="00482412">
              <w:tab/>
            </w:r>
            <w:r>
              <w:t>F</w:t>
            </w:r>
          </w:p>
        </w:tc>
        <w:tc>
          <w:tcPr>
            <w:tcW w:w="1243" w:type="dxa"/>
            <w:vMerge/>
            <w:vAlign w:val="bottom"/>
          </w:tcPr>
          <w:p w14:paraId="33DD4F9A" w14:textId="77777777" w:rsidR="00FB2853" w:rsidRPr="00482412" w:rsidRDefault="00FB2853" w:rsidP="00DA058D"/>
        </w:tc>
        <w:tc>
          <w:tcPr>
            <w:tcW w:w="1216" w:type="dxa"/>
            <w:vMerge/>
            <w:vAlign w:val="bottom"/>
          </w:tcPr>
          <w:p w14:paraId="4C4395B2" w14:textId="77777777" w:rsidR="00FB2853" w:rsidRPr="00482412" w:rsidRDefault="00FB2853" w:rsidP="00DA058D"/>
        </w:tc>
      </w:tr>
      <w:tr w:rsidR="00FB2853" w:rsidRPr="00482412" w14:paraId="17EBF876" w14:textId="77777777" w:rsidTr="00DA058D">
        <w:tblPrEx>
          <w:tblCellMar>
            <w:top w:w="0" w:type="dxa"/>
            <w:bottom w:w="0" w:type="dxa"/>
          </w:tblCellMar>
        </w:tblPrEx>
        <w:trPr>
          <w:cantSplit/>
          <w:trHeight w:val="360"/>
        </w:trPr>
        <w:tc>
          <w:tcPr>
            <w:tcW w:w="1368" w:type="dxa"/>
            <w:tcBorders>
              <w:top w:val="single" w:sz="8" w:space="0" w:color="auto"/>
              <w:left w:val="single" w:sz="8" w:space="0" w:color="auto"/>
              <w:bottom w:val="single" w:sz="8" w:space="0" w:color="auto"/>
              <w:right w:val="single" w:sz="8" w:space="0" w:color="auto"/>
            </w:tcBorders>
            <w:vAlign w:val="center"/>
          </w:tcPr>
          <w:p w14:paraId="46E3F7DF" w14:textId="77777777" w:rsidR="00FB2853" w:rsidRPr="00FB2853" w:rsidRDefault="00FB2853" w:rsidP="0028034B">
            <w:pPr>
              <w:rPr>
                <w:rFonts w:ascii="Arial Narrow" w:hAnsi="Arial Narrow"/>
              </w:rPr>
            </w:pPr>
            <w:r w:rsidRPr="00FB2853">
              <w:rPr>
                <w:rFonts w:ascii="Arial Narrow" w:hAnsi="Arial Narrow"/>
              </w:rPr>
              <w:t>Item</w:t>
            </w:r>
          </w:p>
        </w:tc>
        <w:tc>
          <w:tcPr>
            <w:tcW w:w="1230" w:type="dxa"/>
            <w:tcBorders>
              <w:left w:val="single" w:sz="8" w:space="0" w:color="auto"/>
            </w:tcBorders>
            <w:vAlign w:val="center"/>
          </w:tcPr>
          <w:p w14:paraId="32A90985" w14:textId="77777777" w:rsidR="00FB2853" w:rsidRPr="00C93F5E" w:rsidRDefault="0028034B" w:rsidP="00C93F5E">
            <w:pPr>
              <w:jc w:val="center"/>
              <w:rPr>
                <w:rFonts w:ascii="Arial Narrow" w:hAnsi="Arial Narrow"/>
              </w:rPr>
            </w:pPr>
            <w:r>
              <w:rPr>
                <w:rFonts w:ascii="Arial Narrow" w:hAnsi="Arial Narrow"/>
              </w:rPr>
              <w:t>A</w:t>
            </w:r>
          </w:p>
        </w:tc>
        <w:tc>
          <w:tcPr>
            <w:tcW w:w="1070" w:type="dxa"/>
            <w:vAlign w:val="center"/>
          </w:tcPr>
          <w:p w14:paraId="19DEEF30" w14:textId="77777777" w:rsidR="00FB2853" w:rsidRPr="00C93F5E" w:rsidRDefault="0028034B" w:rsidP="00C93F5E">
            <w:pPr>
              <w:jc w:val="center"/>
              <w:rPr>
                <w:rFonts w:ascii="Arial Narrow" w:hAnsi="Arial Narrow"/>
              </w:rPr>
            </w:pPr>
            <w:r>
              <w:rPr>
                <w:rFonts w:ascii="Arial Narrow" w:hAnsi="Arial Narrow"/>
              </w:rPr>
              <w:t>B</w:t>
            </w:r>
          </w:p>
        </w:tc>
        <w:tc>
          <w:tcPr>
            <w:tcW w:w="1176" w:type="dxa"/>
            <w:vAlign w:val="center"/>
          </w:tcPr>
          <w:p w14:paraId="188ABCF0" w14:textId="77777777" w:rsidR="00FB2853" w:rsidRPr="00C93F5E" w:rsidRDefault="0028034B" w:rsidP="00C93F5E">
            <w:pPr>
              <w:jc w:val="center"/>
              <w:rPr>
                <w:rFonts w:ascii="Arial Narrow" w:hAnsi="Arial Narrow"/>
              </w:rPr>
            </w:pPr>
            <w:r>
              <w:rPr>
                <w:rFonts w:ascii="Arial Narrow" w:hAnsi="Arial Narrow"/>
              </w:rPr>
              <w:t>C</w:t>
            </w:r>
          </w:p>
        </w:tc>
        <w:tc>
          <w:tcPr>
            <w:tcW w:w="1236" w:type="dxa"/>
            <w:vAlign w:val="center"/>
          </w:tcPr>
          <w:p w14:paraId="1D7EF504" w14:textId="77777777" w:rsidR="00FB2853" w:rsidRPr="00C93F5E" w:rsidRDefault="0028034B" w:rsidP="00C93F5E">
            <w:pPr>
              <w:jc w:val="center"/>
              <w:rPr>
                <w:rFonts w:ascii="Arial Narrow" w:hAnsi="Arial Narrow"/>
              </w:rPr>
            </w:pPr>
            <w:r>
              <w:rPr>
                <w:rFonts w:ascii="Arial Narrow" w:hAnsi="Arial Narrow"/>
              </w:rPr>
              <w:t>D</w:t>
            </w:r>
          </w:p>
        </w:tc>
        <w:tc>
          <w:tcPr>
            <w:tcW w:w="1243" w:type="dxa"/>
            <w:vAlign w:val="center"/>
          </w:tcPr>
          <w:p w14:paraId="2A8A6C47" w14:textId="77777777" w:rsidR="00FB2853" w:rsidRPr="00C93F5E" w:rsidRDefault="0028034B" w:rsidP="00C93F5E">
            <w:pPr>
              <w:jc w:val="center"/>
              <w:rPr>
                <w:rFonts w:ascii="Arial Narrow" w:hAnsi="Arial Narrow"/>
              </w:rPr>
            </w:pPr>
            <w:r>
              <w:rPr>
                <w:rFonts w:ascii="Arial Narrow" w:hAnsi="Arial Narrow"/>
              </w:rPr>
              <w:t>E</w:t>
            </w:r>
          </w:p>
        </w:tc>
        <w:tc>
          <w:tcPr>
            <w:tcW w:w="1216" w:type="dxa"/>
            <w:vAlign w:val="center"/>
          </w:tcPr>
          <w:p w14:paraId="1B68A0C2" w14:textId="77777777" w:rsidR="00FB2853" w:rsidRPr="00C93F5E" w:rsidRDefault="0028034B" w:rsidP="00C93F5E">
            <w:pPr>
              <w:jc w:val="center"/>
              <w:rPr>
                <w:rFonts w:ascii="Arial Narrow" w:hAnsi="Arial Narrow"/>
              </w:rPr>
            </w:pPr>
            <w:r>
              <w:rPr>
                <w:rFonts w:ascii="Arial Narrow" w:hAnsi="Arial Narrow"/>
              </w:rPr>
              <w:t>F</w:t>
            </w:r>
          </w:p>
        </w:tc>
      </w:tr>
      <w:tr w:rsidR="00FB2853" w:rsidRPr="00482412" w14:paraId="77662930" w14:textId="77777777" w:rsidTr="00DA058D">
        <w:tblPrEx>
          <w:tblCellMar>
            <w:top w:w="0" w:type="dxa"/>
            <w:bottom w:w="0" w:type="dxa"/>
          </w:tblCellMar>
        </w:tblPrEx>
        <w:trPr>
          <w:cantSplit/>
          <w:trHeight w:val="360"/>
        </w:trPr>
        <w:tc>
          <w:tcPr>
            <w:tcW w:w="1368" w:type="dxa"/>
            <w:tcBorders>
              <w:top w:val="single" w:sz="8" w:space="0" w:color="auto"/>
            </w:tcBorders>
            <w:vAlign w:val="center"/>
          </w:tcPr>
          <w:p w14:paraId="52A7935E" w14:textId="77777777" w:rsidR="00FB2853" w:rsidRPr="00FB2853" w:rsidRDefault="00FB2853" w:rsidP="00DA058D">
            <w:pPr>
              <w:rPr>
                <w:rFonts w:ascii="Arial Narrow" w:hAnsi="Arial Narrow"/>
              </w:rPr>
            </w:pPr>
            <w:r w:rsidRPr="00FB2853">
              <w:rPr>
                <w:rFonts w:ascii="Arial Narrow" w:hAnsi="Arial Narrow"/>
              </w:rPr>
              <w:t>How Many Times</w:t>
            </w:r>
          </w:p>
        </w:tc>
        <w:tc>
          <w:tcPr>
            <w:tcW w:w="1230" w:type="dxa"/>
            <w:vAlign w:val="center"/>
          </w:tcPr>
          <w:p w14:paraId="01CD6873" w14:textId="77777777" w:rsidR="00FB2853" w:rsidRPr="00482412" w:rsidRDefault="00FB2853" w:rsidP="00C93F5E">
            <w:pPr>
              <w:jc w:val="center"/>
            </w:pPr>
          </w:p>
        </w:tc>
        <w:tc>
          <w:tcPr>
            <w:tcW w:w="1070" w:type="dxa"/>
            <w:vAlign w:val="center"/>
          </w:tcPr>
          <w:p w14:paraId="402CBB73" w14:textId="77777777" w:rsidR="00FB2853" w:rsidRPr="00482412" w:rsidRDefault="00FB2853" w:rsidP="00C93F5E">
            <w:pPr>
              <w:jc w:val="center"/>
            </w:pPr>
          </w:p>
        </w:tc>
        <w:tc>
          <w:tcPr>
            <w:tcW w:w="1176" w:type="dxa"/>
            <w:vAlign w:val="center"/>
          </w:tcPr>
          <w:p w14:paraId="0F20030C" w14:textId="77777777" w:rsidR="00FB2853" w:rsidRPr="00482412" w:rsidRDefault="00FB2853" w:rsidP="00C93F5E">
            <w:pPr>
              <w:jc w:val="center"/>
            </w:pPr>
          </w:p>
        </w:tc>
        <w:tc>
          <w:tcPr>
            <w:tcW w:w="1236" w:type="dxa"/>
            <w:vAlign w:val="center"/>
          </w:tcPr>
          <w:p w14:paraId="5A21ACCA" w14:textId="77777777" w:rsidR="00FB2853" w:rsidRPr="00482412" w:rsidRDefault="00FB2853" w:rsidP="00C93F5E">
            <w:pPr>
              <w:jc w:val="center"/>
            </w:pPr>
          </w:p>
        </w:tc>
        <w:tc>
          <w:tcPr>
            <w:tcW w:w="1243" w:type="dxa"/>
            <w:vAlign w:val="center"/>
          </w:tcPr>
          <w:p w14:paraId="58EE9B85" w14:textId="77777777" w:rsidR="00FB2853" w:rsidRPr="00482412" w:rsidRDefault="00FB2853" w:rsidP="00C93F5E">
            <w:pPr>
              <w:jc w:val="center"/>
            </w:pPr>
          </w:p>
        </w:tc>
        <w:tc>
          <w:tcPr>
            <w:tcW w:w="1216" w:type="dxa"/>
            <w:vAlign w:val="center"/>
          </w:tcPr>
          <w:p w14:paraId="54D12ADC" w14:textId="77777777" w:rsidR="00FB2853" w:rsidRPr="00482412" w:rsidRDefault="00FB2853" w:rsidP="00C93F5E">
            <w:pPr>
              <w:jc w:val="center"/>
            </w:pPr>
          </w:p>
        </w:tc>
      </w:tr>
      <w:tr w:rsidR="00FB2853" w:rsidRPr="00FB2853" w14:paraId="597D7463" w14:textId="77777777" w:rsidTr="00DA058D">
        <w:tblPrEx>
          <w:tblCellMar>
            <w:top w:w="0" w:type="dxa"/>
            <w:bottom w:w="0" w:type="dxa"/>
          </w:tblCellMar>
        </w:tblPrEx>
        <w:trPr>
          <w:cantSplit/>
          <w:trHeight w:val="360"/>
        </w:trPr>
        <w:tc>
          <w:tcPr>
            <w:tcW w:w="1368" w:type="dxa"/>
            <w:vAlign w:val="center"/>
          </w:tcPr>
          <w:p w14:paraId="25470C87" w14:textId="77777777" w:rsidR="00FB2853" w:rsidRPr="00FB2853" w:rsidRDefault="00FB2853" w:rsidP="00DA058D">
            <w:pPr>
              <w:rPr>
                <w:rFonts w:ascii="Arial Narrow" w:hAnsi="Arial Narrow"/>
              </w:rPr>
            </w:pPr>
            <w:r w:rsidRPr="00FB2853">
              <w:rPr>
                <w:rFonts w:ascii="Arial Narrow" w:hAnsi="Arial Narrow"/>
              </w:rPr>
              <w:t>Rank</w:t>
            </w:r>
          </w:p>
        </w:tc>
        <w:tc>
          <w:tcPr>
            <w:tcW w:w="1230" w:type="dxa"/>
            <w:vAlign w:val="center"/>
          </w:tcPr>
          <w:p w14:paraId="31B854B6" w14:textId="77777777" w:rsidR="00FB2853" w:rsidRPr="00FB2853" w:rsidRDefault="00FB2853" w:rsidP="00C93F5E">
            <w:pPr>
              <w:jc w:val="center"/>
            </w:pPr>
          </w:p>
        </w:tc>
        <w:tc>
          <w:tcPr>
            <w:tcW w:w="1070" w:type="dxa"/>
            <w:vAlign w:val="center"/>
          </w:tcPr>
          <w:p w14:paraId="07969067" w14:textId="77777777" w:rsidR="00FB2853" w:rsidRPr="00FB2853" w:rsidRDefault="00FB2853" w:rsidP="00C93F5E">
            <w:pPr>
              <w:jc w:val="center"/>
            </w:pPr>
          </w:p>
        </w:tc>
        <w:tc>
          <w:tcPr>
            <w:tcW w:w="1176" w:type="dxa"/>
            <w:vAlign w:val="center"/>
          </w:tcPr>
          <w:p w14:paraId="362E816E" w14:textId="77777777" w:rsidR="00FB2853" w:rsidRPr="00FB2853" w:rsidRDefault="00FB2853" w:rsidP="00C93F5E">
            <w:pPr>
              <w:jc w:val="center"/>
            </w:pPr>
          </w:p>
        </w:tc>
        <w:tc>
          <w:tcPr>
            <w:tcW w:w="1236" w:type="dxa"/>
            <w:vAlign w:val="center"/>
          </w:tcPr>
          <w:p w14:paraId="312833C6" w14:textId="77777777" w:rsidR="00FB2853" w:rsidRPr="00FB2853" w:rsidRDefault="00FB2853" w:rsidP="00C93F5E">
            <w:pPr>
              <w:jc w:val="center"/>
            </w:pPr>
          </w:p>
        </w:tc>
        <w:tc>
          <w:tcPr>
            <w:tcW w:w="1243" w:type="dxa"/>
            <w:vAlign w:val="center"/>
          </w:tcPr>
          <w:p w14:paraId="6E571276" w14:textId="77777777" w:rsidR="00FB2853" w:rsidRPr="00FB2853" w:rsidRDefault="00FB2853" w:rsidP="00C93F5E">
            <w:pPr>
              <w:jc w:val="center"/>
            </w:pPr>
          </w:p>
        </w:tc>
        <w:tc>
          <w:tcPr>
            <w:tcW w:w="1216" w:type="dxa"/>
            <w:vAlign w:val="center"/>
          </w:tcPr>
          <w:p w14:paraId="1D6C2969" w14:textId="77777777" w:rsidR="00FB2853" w:rsidRPr="00FB2853" w:rsidRDefault="00FB2853" w:rsidP="00C93F5E">
            <w:pPr>
              <w:jc w:val="center"/>
            </w:pPr>
          </w:p>
        </w:tc>
      </w:tr>
    </w:tbl>
    <w:p w14:paraId="3CE6F29A" w14:textId="77777777" w:rsidR="00FB2853" w:rsidRDefault="00FB2853" w:rsidP="00683F55"/>
    <w:p w14:paraId="02F5C25C" w14:textId="77777777" w:rsidR="00FB2853" w:rsidRDefault="00FB2853" w:rsidP="00FB2853">
      <w:pPr>
        <w:pStyle w:val="Heading2"/>
      </w:pPr>
      <w:r>
        <w:t>New Priority</w:t>
      </w:r>
    </w:p>
    <w:p w14:paraId="292DF0AE" w14:textId="77777777" w:rsidR="00FB2853" w:rsidRDefault="00FB2853" w:rsidP="00683F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7305"/>
      </w:tblGrid>
      <w:tr w:rsidR="00FB2853" w14:paraId="463D358F" w14:textId="77777777" w:rsidTr="00FB2853">
        <w:tc>
          <w:tcPr>
            <w:tcW w:w="1368" w:type="dxa"/>
            <w:shd w:val="clear" w:color="auto" w:fill="auto"/>
          </w:tcPr>
          <w:p w14:paraId="627711F6" w14:textId="77777777" w:rsidR="00FB2853" w:rsidRDefault="00FB2853" w:rsidP="00FB2853">
            <w:pPr>
              <w:jc w:val="center"/>
            </w:pPr>
            <w:r>
              <w:t>1</w:t>
            </w:r>
          </w:p>
        </w:tc>
        <w:tc>
          <w:tcPr>
            <w:tcW w:w="7503" w:type="dxa"/>
            <w:shd w:val="clear" w:color="auto" w:fill="auto"/>
          </w:tcPr>
          <w:p w14:paraId="0CF8F78B" w14:textId="77777777" w:rsidR="00FB2853" w:rsidRDefault="00FB2853" w:rsidP="00683F55"/>
        </w:tc>
      </w:tr>
      <w:tr w:rsidR="00FB2853" w14:paraId="2290FE2C" w14:textId="77777777" w:rsidTr="00FB2853">
        <w:tc>
          <w:tcPr>
            <w:tcW w:w="1368" w:type="dxa"/>
            <w:shd w:val="clear" w:color="auto" w:fill="auto"/>
          </w:tcPr>
          <w:p w14:paraId="353C9347" w14:textId="77777777" w:rsidR="00FB2853" w:rsidRDefault="00FB2853" w:rsidP="00FB2853">
            <w:pPr>
              <w:jc w:val="center"/>
            </w:pPr>
            <w:r>
              <w:t>2</w:t>
            </w:r>
          </w:p>
        </w:tc>
        <w:tc>
          <w:tcPr>
            <w:tcW w:w="7503" w:type="dxa"/>
            <w:shd w:val="clear" w:color="auto" w:fill="auto"/>
          </w:tcPr>
          <w:p w14:paraId="6FEAECF2" w14:textId="77777777" w:rsidR="00FB2853" w:rsidRDefault="00FB2853" w:rsidP="00683F55"/>
        </w:tc>
      </w:tr>
      <w:tr w:rsidR="00FB2853" w14:paraId="6459F0CE" w14:textId="77777777" w:rsidTr="00FB2853">
        <w:tc>
          <w:tcPr>
            <w:tcW w:w="1368" w:type="dxa"/>
            <w:shd w:val="clear" w:color="auto" w:fill="auto"/>
          </w:tcPr>
          <w:p w14:paraId="2F739402" w14:textId="77777777" w:rsidR="00FB2853" w:rsidRDefault="00FB2853" w:rsidP="00FB2853">
            <w:pPr>
              <w:jc w:val="center"/>
            </w:pPr>
            <w:r>
              <w:t>3</w:t>
            </w:r>
          </w:p>
        </w:tc>
        <w:tc>
          <w:tcPr>
            <w:tcW w:w="7503" w:type="dxa"/>
            <w:shd w:val="clear" w:color="auto" w:fill="auto"/>
          </w:tcPr>
          <w:p w14:paraId="0001E925" w14:textId="77777777" w:rsidR="00FB2853" w:rsidRDefault="00FB2853" w:rsidP="00683F55"/>
        </w:tc>
      </w:tr>
      <w:tr w:rsidR="00FB2853" w14:paraId="1E08F225" w14:textId="77777777" w:rsidTr="00FB2853">
        <w:tc>
          <w:tcPr>
            <w:tcW w:w="1368" w:type="dxa"/>
            <w:shd w:val="clear" w:color="auto" w:fill="auto"/>
          </w:tcPr>
          <w:p w14:paraId="6977E9CC" w14:textId="77777777" w:rsidR="00FB2853" w:rsidRDefault="00FB2853" w:rsidP="00FB2853">
            <w:pPr>
              <w:jc w:val="center"/>
            </w:pPr>
            <w:r>
              <w:t>4</w:t>
            </w:r>
          </w:p>
        </w:tc>
        <w:tc>
          <w:tcPr>
            <w:tcW w:w="7503" w:type="dxa"/>
            <w:shd w:val="clear" w:color="auto" w:fill="auto"/>
          </w:tcPr>
          <w:p w14:paraId="38513271" w14:textId="77777777" w:rsidR="00FB2853" w:rsidRDefault="00FB2853" w:rsidP="00683F55"/>
        </w:tc>
      </w:tr>
      <w:tr w:rsidR="00FB2853" w14:paraId="2B0CF807" w14:textId="77777777" w:rsidTr="00FB2853">
        <w:tc>
          <w:tcPr>
            <w:tcW w:w="1368" w:type="dxa"/>
            <w:shd w:val="clear" w:color="auto" w:fill="auto"/>
          </w:tcPr>
          <w:p w14:paraId="583E27CB" w14:textId="77777777" w:rsidR="00FB2853" w:rsidRDefault="00FB2853" w:rsidP="00FB2853">
            <w:pPr>
              <w:jc w:val="center"/>
            </w:pPr>
            <w:r>
              <w:t>5</w:t>
            </w:r>
          </w:p>
        </w:tc>
        <w:tc>
          <w:tcPr>
            <w:tcW w:w="7503" w:type="dxa"/>
            <w:shd w:val="clear" w:color="auto" w:fill="auto"/>
          </w:tcPr>
          <w:p w14:paraId="638972FB" w14:textId="77777777" w:rsidR="00FB2853" w:rsidRDefault="00FB2853" w:rsidP="00683F55"/>
        </w:tc>
      </w:tr>
      <w:tr w:rsidR="00FB2853" w14:paraId="71B07EF7" w14:textId="77777777" w:rsidTr="00FB2853">
        <w:tc>
          <w:tcPr>
            <w:tcW w:w="1368" w:type="dxa"/>
            <w:shd w:val="clear" w:color="auto" w:fill="auto"/>
          </w:tcPr>
          <w:p w14:paraId="2B93ED26" w14:textId="77777777" w:rsidR="00FB2853" w:rsidRDefault="00FB2853" w:rsidP="00FB2853">
            <w:pPr>
              <w:jc w:val="center"/>
            </w:pPr>
            <w:r>
              <w:t>6</w:t>
            </w:r>
          </w:p>
        </w:tc>
        <w:tc>
          <w:tcPr>
            <w:tcW w:w="7503" w:type="dxa"/>
            <w:shd w:val="clear" w:color="auto" w:fill="auto"/>
          </w:tcPr>
          <w:p w14:paraId="64FDA504" w14:textId="77777777" w:rsidR="00FB2853" w:rsidRDefault="00FB2853" w:rsidP="00683F55"/>
        </w:tc>
      </w:tr>
    </w:tbl>
    <w:p w14:paraId="1B03B4E1" w14:textId="77777777" w:rsidR="00FB2853" w:rsidRDefault="00FB2853" w:rsidP="00683F55"/>
    <w:p w14:paraId="783EEBFC" w14:textId="77777777" w:rsidR="00FB2853" w:rsidRDefault="00C93F5E" w:rsidP="00C93F5E">
      <w:pPr>
        <w:pStyle w:val="Heading2"/>
      </w:pPr>
      <w:r>
        <w:br w:type="page"/>
      </w:r>
      <w:r>
        <w:lastRenderedPageBreak/>
        <w:t>Sample</w:t>
      </w:r>
    </w:p>
    <w:p w14:paraId="20F010FE" w14:textId="77777777" w:rsidR="00C93F5E" w:rsidRDefault="00DE0E77" w:rsidP="00C93F5E">
      <w:r>
        <w:t>Consider a situation with six projects to prioritize.  The six projects are:</w:t>
      </w:r>
    </w:p>
    <w:p w14:paraId="34C8B039" w14:textId="77777777" w:rsidR="00DE0E77" w:rsidRDefault="00DE0E77" w:rsidP="00C93F5E"/>
    <w:p w14:paraId="121D4D48" w14:textId="77777777" w:rsidR="00DE0E77" w:rsidRDefault="00DE0E77" w:rsidP="0028034B">
      <w:pPr>
        <w:numPr>
          <w:ilvl w:val="0"/>
          <w:numId w:val="14"/>
        </w:numPr>
      </w:pPr>
      <w:r>
        <w:t>Network Upgrade Project</w:t>
      </w:r>
    </w:p>
    <w:p w14:paraId="092A7D14" w14:textId="77777777" w:rsidR="00DE0E77" w:rsidRDefault="00DE0E77" w:rsidP="0028034B">
      <w:pPr>
        <w:numPr>
          <w:ilvl w:val="0"/>
          <w:numId w:val="14"/>
        </w:numPr>
      </w:pPr>
      <w:r>
        <w:t>System Implementation Project</w:t>
      </w:r>
    </w:p>
    <w:p w14:paraId="3E0D2B67" w14:textId="77777777" w:rsidR="00DE0E77" w:rsidRDefault="00DE0E77" w:rsidP="0028034B">
      <w:pPr>
        <w:numPr>
          <w:ilvl w:val="0"/>
          <w:numId w:val="14"/>
        </w:numPr>
      </w:pPr>
      <w:r>
        <w:t>Website Project</w:t>
      </w:r>
    </w:p>
    <w:p w14:paraId="1A46DEAB" w14:textId="77777777" w:rsidR="00DE0E77" w:rsidRDefault="00DE0E77" w:rsidP="0028034B">
      <w:pPr>
        <w:numPr>
          <w:ilvl w:val="0"/>
          <w:numId w:val="14"/>
        </w:numPr>
      </w:pPr>
      <w:r>
        <w:t>Development Project</w:t>
      </w:r>
    </w:p>
    <w:p w14:paraId="2BD90E34" w14:textId="77777777" w:rsidR="00DE0E77" w:rsidRDefault="00DE0E77" w:rsidP="0028034B">
      <w:pPr>
        <w:numPr>
          <w:ilvl w:val="0"/>
          <w:numId w:val="14"/>
        </w:numPr>
      </w:pPr>
      <w:r>
        <w:t>Training Project</w:t>
      </w:r>
    </w:p>
    <w:p w14:paraId="4102B0B1" w14:textId="77777777" w:rsidR="00DE0E77" w:rsidRDefault="00DE0E77" w:rsidP="0028034B">
      <w:pPr>
        <w:numPr>
          <w:ilvl w:val="0"/>
          <w:numId w:val="14"/>
        </w:numPr>
      </w:pPr>
      <w:r>
        <w:t>Relocation Project</w:t>
      </w:r>
    </w:p>
    <w:p w14:paraId="1F413AF0" w14:textId="77777777" w:rsidR="00DE0E77" w:rsidRDefault="00DE0E77" w:rsidP="00DE0E77"/>
    <w:p w14:paraId="247ECB5A" w14:textId="77777777" w:rsidR="00DE0E77" w:rsidRDefault="00DE0E77" w:rsidP="00C93F5E">
      <w:r>
        <w:t>Without defining specific criteria to evaluate and rank each project, they were put into a paired comparison matrix.   The following illustrates the results the paired comparison, and the new prioritized list of projects.</w:t>
      </w:r>
    </w:p>
    <w:p w14:paraId="2F4BFE15" w14:textId="77777777" w:rsidR="00DE0E77" w:rsidRDefault="00DE0E77" w:rsidP="00C93F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230"/>
        <w:gridCol w:w="1070"/>
        <w:gridCol w:w="1176"/>
        <w:gridCol w:w="1236"/>
        <w:gridCol w:w="1243"/>
        <w:gridCol w:w="1216"/>
      </w:tblGrid>
      <w:tr w:rsidR="00C93F5E" w:rsidRPr="00482412" w14:paraId="291BF0F1" w14:textId="77777777" w:rsidTr="00DA058D">
        <w:tblPrEx>
          <w:tblCellMar>
            <w:top w:w="0" w:type="dxa"/>
            <w:bottom w:w="0" w:type="dxa"/>
          </w:tblCellMar>
        </w:tblPrEx>
        <w:trPr>
          <w:cantSplit/>
        </w:trPr>
        <w:tc>
          <w:tcPr>
            <w:tcW w:w="1368" w:type="dxa"/>
            <w:vMerge w:val="restart"/>
            <w:tcBorders>
              <w:top w:val="nil"/>
              <w:left w:val="nil"/>
              <w:bottom w:val="nil"/>
              <w:right w:val="single" w:sz="4" w:space="0" w:color="auto"/>
            </w:tcBorders>
          </w:tcPr>
          <w:p w14:paraId="115F42EC" w14:textId="77777777" w:rsidR="00C93F5E" w:rsidRPr="00482412" w:rsidRDefault="00C93F5E" w:rsidP="00DA058D"/>
        </w:tc>
        <w:tc>
          <w:tcPr>
            <w:tcW w:w="1230" w:type="dxa"/>
            <w:tcBorders>
              <w:left w:val="nil"/>
            </w:tcBorders>
          </w:tcPr>
          <w:p w14:paraId="0E9722AA" w14:textId="77777777" w:rsidR="00C93F5E" w:rsidRPr="00FB2853" w:rsidRDefault="00825EFC" w:rsidP="00DA058D">
            <w:pPr>
              <w:jc w:val="center"/>
              <w:rPr>
                <w:rFonts w:ascii="Arial Narrow" w:hAnsi="Arial Narrow"/>
                <w:bCs/>
              </w:rPr>
            </w:pPr>
            <w:r>
              <w:rPr>
                <w:rFonts w:ascii="Arial Narrow" w:hAnsi="Arial Narrow"/>
                <w:bCs/>
              </w:rPr>
              <w:t>A</w:t>
            </w:r>
          </w:p>
        </w:tc>
        <w:tc>
          <w:tcPr>
            <w:tcW w:w="1070" w:type="dxa"/>
          </w:tcPr>
          <w:p w14:paraId="57199FCF" w14:textId="77777777" w:rsidR="00C93F5E" w:rsidRPr="00FB2853" w:rsidRDefault="00825EFC" w:rsidP="00DA058D">
            <w:pPr>
              <w:jc w:val="center"/>
              <w:rPr>
                <w:rFonts w:ascii="Arial Narrow" w:hAnsi="Arial Narrow"/>
                <w:bCs/>
              </w:rPr>
            </w:pPr>
            <w:r>
              <w:rPr>
                <w:rFonts w:ascii="Arial Narrow" w:hAnsi="Arial Narrow"/>
                <w:bCs/>
              </w:rPr>
              <w:t>B</w:t>
            </w:r>
          </w:p>
        </w:tc>
        <w:tc>
          <w:tcPr>
            <w:tcW w:w="1176" w:type="dxa"/>
          </w:tcPr>
          <w:p w14:paraId="0D14B00E" w14:textId="77777777" w:rsidR="00C93F5E" w:rsidRPr="00FB2853" w:rsidRDefault="00825EFC" w:rsidP="00DA058D">
            <w:pPr>
              <w:jc w:val="center"/>
              <w:rPr>
                <w:rFonts w:ascii="Arial Narrow" w:hAnsi="Arial Narrow"/>
                <w:bCs/>
              </w:rPr>
            </w:pPr>
            <w:r>
              <w:rPr>
                <w:rFonts w:ascii="Arial Narrow" w:hAnsi="Arial Narrow"/>
                <w:bCs/>
              </w:rPr>
              <w:t>C</w:t>
            </w:r>
          </w:p>
        </w:tc>
        <w:tc>
          <w:tcPr>
            <w:tcW w:w="1236" w:type="dxa"/>
          </w:tcPr>
          <w:p w14:paraId="6DB2B31E" w14:textId="77777777" w:rsidR="00C93F5E" w:rsidRPr="00FB2853" w:rsidRDefault="00825EFC" w:rsidP="00DA058D">
            <w:pPr>
              <w:jc w:val="center"/>
              <w:rPr>
                <w:rFonts w:ascii="Arial Narrow" w:hAnsi="Arial Narrow"/>
                <w:bCs/>
              </w:rPr>
            </w:pPr>
            <w:r>
              <w:rPr>
                <w:rFonts w:ascii="Arial Narrow" w:hAnsi="Arial Narrow"/>
                <w:bCs/>
              </w:rPr>
              <w:t>D</w:t>
            </w:r>
          </w:p>
        </w:tc>
        <w:tc>
          <w:tcPr>
            <w:tcW w:w="1243" w:type="dxa"/>
          </w:tcPr>
          <w:p w14:paraId="7B8E8247" w14:textId="77777777" w:rsidR="00C93F5E" w:rsidRPr="00FB2853" w:rsidRDefault="00825EFC" w:rsidP="00DA058D">
            <w:pPr>
              <w:jc w:val="center"/>
              <w:rPr>
                <w:rFonts w:ascii="Arial Narrow" w:hAnsi="Arial Narrow"/>
                <w:bCs/>
              </w:rPr>
            </w:pPr>
            <w:r>
              <w:rPr>
                <w:rFonts w:ascii="Arial Narrow" w:hAnsi="Arial Narrow"/>
                <w:bCs/>
              </w:rPr>
              <w:t>E</w:t>
            </w:r>
          </w:p>
        </w:tc>
        <w:tc>
          <w:tcPr>
            <w:tcW w:w="1216" w:type="dxa"/>
          </w:tcPr>
          <w:p w14:paraId="2528CBB7" w14:textId="77777777" w:rsidR="00C93F5E" w:rsidRPr="00FB2853" w:rsidRDefault="00825EFC" w:rsidP="00DA058D">
            <w:pPr>
              <w:jc w:val="center"/>
              <w:rPr>
                <w:rFonts w:ascii="Arial Narrow" w:hAnsi="Arial Narrow"/>
                <w:bCs/>
              </w:rPr>
            </w:pPr>
            <w:r>
              <w:rPr>
                <w:rFonts w:ascii="Arial Narrow" w:hAnsi="Arial Narrow"/>
                <w:bCs/>
              </w:rPr>
              <w:t>F</w:t>
            </w:r>
          </w:p>
        </w:tc>
      </w:tr>
      <w:tr w:rsidR="00C93F5E" w:rsidRPr="00482412" w14:paraId="2E820EC5" w14:textId="77777777" w:rsidTr="00DA058D">
        <w:tblPrEx>
          <w:tblCellMar>
            <w:top w:w="0" w:type="dxa"/>
            <w:bottom w:w="0" w:type="dxa"/>
          </w:tblCellMar>
        </w:tblPrEx>
        <w:trPr>
          <w:cantSplit/>
          <w:trHeight w:val="360"/>
        </w:trPr>
        <w:tc>
          <w:tcPr>
            <w:tcW w:w="1368" w:type="dxa"/>
            <w:vMerge/>
            <w:tcBorders>
              <w:top w:val="nil"/>
              <w:left w:val="nil"/>
              <w:bottom w:val="nil"/>
              <w:right w:val="single" w:sz="4" w:space="0" w:color="auto"/>
            </w:tcBorders>
          </w:tcPr>
          <w:p w14:paraId="2FF70FA4" w14:textId="77777777" w:rsidR="00C93F5E" w:rsidRPr="00482412" w:rsidRDefault="00C93F5E" w:rsidP="00DA058D"/>
        </w:tc>
        <w:tc>
          <w:tcPr>
            <w:tcW w:w="1230" w:type="dxa"/>
            <w:tcBorders>
              <w:left w:val="nil"/>
            </w:tcBorders>
            <w:vAlign w:val="bottom"/>
          </w:tcPr>
          <w:p w14:paraId="341FC1FF" w14:textId="77777777" w:rsidR="00C93F5E" w:rsidRPr="00482412" w:rsidRDefault="0028034B" w:rsidP="00DA058D">
            <w:r>
              <w:t>A</w:t>
            </w:r>
            <w:r w:rsidR="00C93F5E" w:rsidRPr="00482412">
              <w:tab/>
            </w:r>
          </w:p>
        </w:tc>
        <w:tc>
          <w:tcPr>
            <w:tcW w:w="1070" w:type="dxa"/>
            <w:vMerge w:val="restart"/>
            <w:vAlign w:val="bottom"/>
          </w:tcPr>
          <w:p w14:paraId="41622F0D" w14:textId="77777777" w:rsidR="00C93F5E" w:rsidRPr="00482412" w:rsidRDefault="00C93F5E" w:rsidP="0028034B">
            <w:pPr>
              <w:jc w:val="right"/>
            </w:pPr>
            <w:r w:rsidRPr="00482412">
              <w:tab/>
            </w:r>
            <w:r w:rsidR="0028034B">
              <w:t>C</w:t>
            </w:r>
          </w:p>
        </w:tc>
        <w:tc>
          <w:tcPr>
            <w:tcW w:w="1176" w:type="dxa"/>
            <w:vMerge w:val="restart"/>
            <w:vAlign w:val="bottom"/>
          </w:tcPr>
          <w:p w14:paraId="6EB3D046" w14:textId="77777777" w:rsidR="00C93F5E" w:rsidRPr="00482412" w:rsidRDefault="00C93F5E" w:rsidP="00DA058D">
            <w:r w:rsidRPr="00482412">
              <w:tab/>
            </w:r>
            <w:r w:rsidR="0028034B">
              <w:t>D</w:t>
            </w:r>
          </w:p>
        </w:tc>
        <w:tc>
          <w:tcPr>
            <w:tcW w:w="1236" w:type="dxa"/>
            <w:vMerge w:val="restart"/>
            <w:vAlign w:val="bottom"/>
          </w:tcPr>
          <w:p w14:paraId="034A035F" w14:textId="77777777" w:rsidR="00C93F5E" w:rsidRPr="00482412" w:rsidRDefault="0028034B" w:rsidP="00D84A6A">
            <w:r>
              <w:t>D</w:t>
            </w:r>
            <w:r w:rsidR="00C93F5E" w:rsidRPr="00482412">
              <w:tab/>
            </w:r>
          </w:p>
        </w:tc>
        <w:tc>
          <w:tcPr>
            <w:tcW w:w="1243" w:type="dxa"/>
            <w:vMerge w:val="restart"/>
            <w:vAlign w:val="bottom"/>
          </w:tcPr>
          <w:p w14:paraId="49700364" w14:textId="77777777" w:rsidR="00C93F5E" w:rsidRPr="00482412" w:rsidRDefault="00C93F5E" w:rsidP="00C93F5E">
            <w:r w:rsidRPr="00482412">
              <w:tab/>
            </w:r>
            <w:r w:rsidR="0028034B">
              <w:t>F</w:t>
            </w:r>
          </w:p>
        </w:tc>
        <w:tc>
          <w:tcPr>
            <w:tcW w:w="1216" w:type="dxa"/>
            <w:vMerge w:val="restart"/>
            <w:vAlign w:val="bottom"/>
          </w:tcPr>
          <w:p w14:paraId="693EEFCA" w14:textId="77777777" w:rsidR="00C93F5E" w:rsidRPr="00482412" w:rsidRDefault="00C93F5E" w:rsidP="00DA058D"/>
        </w:tc>
      </w:tr>
      <w:tr w:rsidR="00C93F5E" w:rsidRPr="00482412" w14:paraId="1F7D9D23" w14:textId="77777777" w:rsidTr="00DA058D">
        <w:tblPrEx>
          <w:tblCellMar>
            <w:top w:w="0" w:type="dxa"/>
            <w:bottom w:w="0" w:type="dxa"/>
          </w:tblCellMar>
        </w:tblPrEx>
        <w:trPr>
          <w:cantSplit/>
          <w:trHeight w:val="360"/>
        </w:trPr>
        <w:tc>
          <w:tcPr>
            <w:tcW w:w="1368" w:type="dxa"/>
            <w:vMerge/>
            <w:tcBorders>
              <w:top w:val="nil"/>
              <w:left w:val="nil"/>
              <w:bottom w:val="nil"/>
              <w:right w:val="single" w:sz="4" w:space="0" w:color="auto"/>
            </w:tcBorders>
          </w:tcPr>
          <w:p w14:paraId="4E7D751B" w14:textId="77777777" w:rsidR="00C93F5E" w:rsidRPr="00482412" w:rsidRDefault="00C93F5E" w:rsidP="00DA058D"/>
        </w:tc>
        <w:tc>
          <w:tcPr>
            <w:tcW w:w="1230" w:type="dxa"/>
            <w:tcBorders>
              <w:left w:val="nil"/>
            </w:tcBorders>
            <w:vAlign w:val="bottom"/>
          </w:tcPr>
          <w:p w14:paraId="3E0268F9" w14:textId="77777777" w:rsidR="00C93F5E" w:rsidRPr="00482412" w:rsidRDefault="00C93F5E" w:rsidP="00DA058D">
            <w:r w:rsidRPr="00482412">
              <w:tab/>
            </w:r>
            <w:r w:rsidR="0028034B">
              <w:t>C</w:t>
            </w:r>
          </w:p>
        </w:tc>
        <w:tc>
          <w:tcPr>
            <w:tcW w:w="1070" w:type="dxa"/>
            <w:vMerge/>
            <w:vAlign w:val="bottom"/>
          </w:tcPr>
          <w:p w14:paraId="7D81DBF7" w14:textId="77777777" w:rsidR="00C93F5E" w:rsidRPr="00482412" w:rsidRDefault="00C93F5E" w:rsidP="00DA058D"/>
        </w:tc>
        <w:tc>
          <w:tcPr>
            <w:tcW w:w="1176" w:type="dxa"/>
            <w:vMerge/>
            <w:vAlign w:val="bottom"/>
          </w:tcPr>
          <w:p w14:paraId="79E085D1" w14:textId="77777777" w:rsidR="00C93F5E" w:rsidRPr="00482412" w:rsidRDefault="00C93F5E" w:rsidP="00DA058D"/>
        </w:tc>
        <w:tc>
          <w:tcPr>
            <w:tcW w:w="1236" w:type="dxa"/>
            <w:vMerge/>
            <w:vAlign w:val="bottom"/>
          </w:tcPr>
          <w:p w14:paraId="357AA321" w14:textId="77777777" w:rsidR="00C93F5E" w:rsidRPr="00482412" w:rsidRDefault="00C93F5E" w:rsidP="00DA058D"/>
        </w:tc>
        <w:tc>
          <w:tcPr>
            <w:tcW w:w="1243" w:type="dxa"/>
            <w:vMerge/>
            <w:vAlign w:val="bottom"/>
          </w:tcPr>
          <w:p w14:paraId="3CD0FABC" w14:textId="77777777" w:rsidR="00C93F5E" w:rsidRPr="00482412" w:rsidRDefault="00C93F5E" w:rsidP="00DA058D"/>
        </w:tc>
        <w:tc>
          <w:tcPr>
            <w:tcW w:w="1216" w:type="dxa"/>
            <w:vMerge/>
            <w:vAlign w:val="bottom"/>
          </w:tcPr>
          <w:p w14:paraId="382FDEA8" w14:textId="77777777" w:rsidR="00C93F5E" w:rsidRPr="00482412" w:rsidRDefault="00C93F5E" w:rsidP="00DA058D"/>
        </w:tc>
      </w:tr>
      <w:tr w:rsidR="00C93F5E" w:rsidRPr="00482412" w14:paraId="64432320" w14:textId="77777777" w:rsidTr="00DA058D">
        <w:tblPrEx>
          <w:tblCellMar>
            <w:top w:w="0" w:type="dxa"/>
            <w:bottom w:w="0" w:type="dxa"/>
          </w:tblCellMar>
        </w:tblPrEx>
        <w:trPr>
          <w:cantSplit/>
          <w:trHeight w:val="360"/>
        </w:trPr>
        <w:tc>
          <w:tcPr>
            <w:tcW w:w="1368" w:type="dxa"/>
            <w:vMerge/>
            <w:tcBorders>
              <w:top w:val="nil"/>
              <w:left w:val="nil"/>
              <w:bottom w:val="nil"/>
              <w:right w:val="single" w:sz="4" w:space="0" w:color="auto"/>
            </w:tcBorders>
          </w:tcPr>
          <w:p w14:paraId="310213D8" w14:textId="77777777" w:rsidR="00C93F5E" w:rsidRPr="00482412" w:rsidRDefault="00C93F5E" w:rsidP="00DA058D"/>
        </w:tc>
        <w:tc>
          <w:tcPr>
            <w:tcW w:w="1230" w:type="dxa"/>
            <w:tcBorders>
              <w:left w:val="nil"/>
            </w:tcBorders>
            <w:vAlign w:val="bottom"/>
          </w:tcPr>
          <w:p w14:paraId="37C00DED" w14:textId="77777777" w:rsidR="00C93F5E" w:rsidRPr="00482412" w:rsidRDefault="00C93F5E" w:rsidP="00DA058D">
            <w:r w:rsidRPr="00482412">
              <w:tab/>
            </w:r>
            <w:r w:rsidR="0028034B">
              <w:t>D</w:t>
            </w:r>
          </w:p>
        </w:tc>
        <w:tc>
          <w:tcPr>
            <w:tcW w:w="1070" w:type="dxa"/>
            <w:vAlign w:val="bottom"/>
          </w:tcPr>
          <w:p w14:paraId="5DE30960" w14:textId="77777777" w:rsidR="00C93F5E" w:rsidRPr="00482412" w:rsidRDefault="0028034B" w:rsidP="0028034B">
            <w:pPr>
              <w:jc w:val="right"/>
            </w:pPr>
            <w:r>
              <w:t>D</w:t>
            </w:r>
          </w:p>
        </w:tc>
        <w:tc>
          <w:tcPr>
            <w:tcW w:w="1176" w:type="dxa"/>
            <w:vMerge/>
            <w:vAlign w:val="bottom"/>
          </w:tcPr>
          <w:p w14:paraId="69EB7E44" w14:textId="77777777" w:rsidR="00C93F5E" w:rsidRPr="00482412" w:rsidRDefault="00C93F5E" w:rsidP="00DA058D"/>
        </w:tc>
        <w:tc>
          <w:tcPr>
            <w:tcW w:w="1236" w:type="dxa"/>
            <w:vMerge/>
            <w:vAlign w:val="bottom"/>
          </w:tcPr>
          <w:p w14:paraId="0A57E11B" w14:textId="77777777" w:rsidR="00C93F5E" w:rsidRPr="00482412" w:rsidRDefault="00C93F5E" w:rsidP="00DA058D"/>
        </w:tc>
        <w:tc>
          <w:tcPr>
            <w:tcW w:w="1243" w:type="dxa"/>
            <w:vMerge/>
            <w:vAlign w:val="bottom"/>
          </w:tcPr>
          <w:p w14:paraId="68637996" w14:textId="77777777" w:rsidR="00C93F5E" w:rsidRPr="00482412" w:rsidRDefault="00C93F5E" w:rsidP="00DA058D"/>
        </w:tc>
        <w:tc>
          <w:tcPr>
            <w:tcW w:w="1216" w:type="dxa"/>
            <w:vMerge/>
            <w:vAlign w:val="bottom"/>
          </w:tcPr>
          <w:p w14:paraId="4B3C52D9" w14:textId="77777777" w:rsidR="00C93F5E" w:rsidRPr="00482412" w:rsidRDefault="00C93F5E" w:rsidP="00DA058D"/>
        </w:tc>
      </w:tr>
      <w:tr w:rsidR="00C93F5E" w:rsidRPr="00482412" w14:paraId="629125D5" w14:textId="77777777" w:rsidTr="00DA058D">
        <w:tblPrEx>
          <w:tblCellMar>
            <w:top w:w="0" w:type="dxa"/>
            <w:bottom w:w="0" w:type="dxa"/>
          </w:tblCellMar>
        </w:tblPrEx>
        <w:trPr>
          <w:cantSplit/>
          <w:trHeight w:val="360"/>
        </w:trPr>
        <w:tc>
          <w:tcPr>
            <w:tcW w:w="1368" w:type="dxa"/>
            <w:vMerge/>
            <w:tcBorders>
              <w:top w:val="nil"/>
              <w:left w:val="nil"/>
              <w:bottom w:val="nil"/>
              <w:right w:val="single" w:sz="4" w:space="0" w:color="auto"/>
            </w:tcBorders>
          </w:tcPr>
          <w:p w14:paraId="7EA769B9" w14:textId="77777777" w:rsidR="00C93F5E" w:rsidRPr="00482412" w:rsidRDefault="00C93F5E" w:rsidP="00DA058D"/>
        </w:tc>
        <w:tc>
          <w:tcPr>
            <w:tcW w:w="1230" w:type="dxa"/>
            <w:tcBorders>
              <w:left w:val="nil"/>
            </w:tcBorders>
            <w:vAlign w:val="bottom"/>
          </w:tcPr>
          <w:p w14:paraId="778FDC02" w14:textId="77777777" w:rsidR="00C93F5E" w:rsidRPr="00482412" w:rsidRDefault="0028034B" w:rsidP="00DA058D">
            <w:r>
              <w:t>A</w:t>
            </w:r>
            <w:r w:rsidR="00C93F5E" w:rsidRPr="00482412">
              <w:tab/>
            </w:r>
          </w:p>
        </w:tc>
        <w:tc>
          <w:tcPr>
            <w:tcW w:w="1070" w:type="dxa"/>
            <w:vAlign w:val="bottom"/>
          </w:tcPr>
          <w:p w14:paraId="64F83807" w14:textId="77777777" w:rsidR="00C93F5E" w:rsidRPr="00482412" w:rsidRDefault="0028034B" w:rsidP="00DA058D">
            <w:r>
              <w:t>B</w:t>
            </w:r>
            <w:r w:rsidR="00C93F5E" w:rsidRPr="00482412">
              <w:tab/>
            </w:r>
          </w:p>
        </w:tc>
        <w:tc>
          <w:tcPr>
            <w:tcW w:w="1176" w:type="dxa"/>
            <w:vAlign w:val="bottom"/>
          </w:tcPr>
          <w:p w14:paraId="218A55C3" w14:textId="77777777" w:rsidR="00C93F5E" w:rsidRPr="00482412" w:rsidRDefault="0028034B" w:rsidP="00D84A6A">
            <w:r>
              <w:t>C</w:t>
            </w:r>
            <w:r w:rsidR="00C93F5E" w:rsidRPr="00482412">
              <w:tab/>
            </w:r>
          </w:p>
        </w:tc>
        <w:tc>
          <w:tcPr>
            <w:tcW w:w="1236" w:type="dxa"/>
            <w:vMerge/>
            <w:vAlign w:val="bottom"/>
          </w:tcPr>
          <w:p w14:paraId="5308DEEC" w14:textId="77777777" w:rsidR="00C93F5E" w:rsidRPr="00482412" w:rsidRDefault="00C93F5E" w:rsidP="00DA058D"/>
        </w:tc>
        <w:tc>
          <w:tcPr>
            <w:tcW w:w="1243" w:type="dxa"/>
            <w:vMerge/>
            <w:vAlign w:val="bottom"/>
          </w:tcPr>
          <w:p w14:paraId="165CEFB5" w14:textId="77777777" w:rsidR="00C93F5E" w:rsidRPr="00482412" w:rsidRDefault="00C93F5E" w:rsidP="00DA058D"/>
        </w:tc>
        <w:tc>
          <w:tcPr>
            <w:tcW w:w="1216" w:type="dxa"/>
            <w:vMerge/>
            <w:vAlign w:val="bottom"/>
          </w:tcPr>
          <w:p w14:paraId="0664C2C8" w14:textId="77777777" w:rsidR="00C93F5E" w:rsidRPr="00482412" w:rsidRDefault="00C93F5E" w:rsidP="00DA058D"/>
        </w:tc>
      </w:tr>
      <w:tr w:rsidR="00C93F5E" w:rsidRPr="00482412" w14:paraId="2A451B86" w14:textId="77777777" w:rsidTr="00DA058D">
        <w:tblPrEx>
          <w:tblCellMar>
            <w:top w:w="0" w:type="dxa"/>
            <w:bottom w:w="0" w:type="dxa"/>
          </w:tblCellMar>
        </w:tblPrEx>
        <w:trPr>
          <w:cantSplit/>
          <w:trHeight w:val="360"/>
        </w:trPr>
        <w:tc>
          <w:tcPr>
            <w:tcW w:w="1368" w:type="dxa"/>
            <w:vMerge/>
            <w:tcBorders>
              <w:top w:val="nil"/>
              <w:left w:val="nil"/>
              <w:bottom w:val="single" w:sz="8" w:space="0" w:color="auto"/>
              <w:right w:val="single" w:sz="4" w:space="0" w:color="auto"/>
            </w:tcBorders>
          </w:tcPr>
          <w:p w14:paraId="7565388A" w14:textId="77777777" w:rsidR="00C93F5E" w:rsidRPr="00482412" w:rsidRDefault="00C93F5E" w:rsidP="00DA058D"/>
        </w:tc>
        <w:tc>
          <w:tcPr>
            <w:tcW w:w="1230" w:type="dxa"/>
            <w:tcBorders>
              <w:left w:val="nil"/>
            </w:tcBorders>
            <w:vAlign w:val="bottom"/>
          </w:tcPr>
          <w:p w14:paraId="4736F002" w14:textId="77777777" w:rsidR="00C93F5E" w:rsidRPr="00482412" w:rsidRDefault="0028034B" w:rsidP="00DA058D">
            <w:r>
              <w:t>A</w:t>
            </w:r>
            <w:r w:rsidR="00C93F5E" w:rsidRPr="00482412">
              <w:tab/>
            </w:r>
          </w:p>
        </w:tc>
        <w:tc>
          <w:tcPr>
            <w:tcW w:w="1070" w:type="dxa"/>
            <w:vAlign w:val="bottom"/>
          </w:tcPr>
          <w:p w14:paraId="21A24988" w14:textId="77777777" w:rsidR="00C93F5E" w:rsidRPr="00482412" w:rsidRDefault="00C93F5E" w:rsidP="00C93F5E">
            <w:r w:rsidRPr="00482412">
              <w:tab/>
            </w:r>
            <w:r w:rsidR="0028034B">
              <w:t>F</w:t>
            </w:r>
          </w:p>
        </w:tc>
        <w:tc>
          <w:tcPr>
            <w:tcW w:w="1176" w:type="dxa"/>
            <w:vAlign w:val="bottom"/>
          </w:tcPr>
          <w:p w14:paraId="69EBA0D9" w14:textId="77777777" w:rsidR="00C93F5E" w:rsidRPr="00482412" w:rsidRDefault="0028034B" w:rsidP="00D84A6A">
            <w:r>
              <w:t>C</w:t>
            </w:r>
            <w:r w:rsidR="00C93F5E" w:rsidRPr="00482412">
              <w:tab/>
            </w:r>
          </w:p>
        </w:tc>
        <w:tc>
          <w:tcPr>
            <w:tcW w:w="1236" w:type="dxa"/>
            <w:vAlign w:val="bottom"/>
          </w:tcPr>
          <w:p w14:paraId="0F8698C0" w14:textId="77777777" w:rsidR="00C93F5E" w:rsidRPr="00482412" w:rsidRDefault="0028034B" w:rsidP="00D84A6A">
            <w:r>
              <w:t>D</w:t>
            </w:r>
            <w:r w:rsidR="00C93F5E" w:rsidRPr="00482412">
              <w:tab/>
            </w:r>
          </w:p>
        </w:tc>
        <w:tc>
          <w:tcPr>
            <w:tcW w:w="1243" w:type="dxa"/>
            <w:vMerge/>
            <w:vAlign w:val="bottom"/>
          </w:tcPr>
          <w:p w14:paraId="399EB127" w14:textId="77777777" w:rsidR="00C93F5E" w:rsidRPr="00482412" w:rsidRDefault="00C93F5E" w:rsidP="00DA058D"/>
        </w:tc>
        <w:tc>
          <w:tcPr>
            <w:tcW w:w="1216" w:type="dxa"/>
            <w:vMerge/>
            <w:vAlign w:val="bottom"/>
          </w:tcPr>
          <w:p w14:paraId="17FEEFE0" w14:textId="77777777" w:rsidR="00C93F5E" w:rsidRPr="00482412" w:rsidRDefault="00C93F5E" w:rsidP="00DA058D"/>
        </w:tc>
      </w:tr>
      <w:tr w:rsidR="00C93F5E" w:rsidRPr="00482412" w14:paraId="2A30B09F" w14:textId="77777777" w:rsidTr="00DA058D">
        <w:tblPrEx>
          <w:tblCellMar>
            <w:top w:w="0" w:type="dxa"/>
            <w:bottom w:w="0" w:type="dxa"/>
          </w:tblCellMar>
        </w:tblPrEx>
        <w:trPr>
          <w:cantSplit/>
          <w:trHeight w:val="360"/>
        </w:trPr>
        <w:tc>
          <w:tcPr>
            <w:tcW w:w="1368" w:type="dxa"/>
            <w:tcBorders>
              <w:top w:val="single" w:sz="8" w:space="0" w:color="auto"/>
              <w:left w:val="single" w:sz="8" w:space="0" w:color="auto"/>
              <w:bottom w:val="single" w:sz="8" w:space="0" w:color="auto"/>
              <w:right w:val="single" w:sz="8" w:space="0" w:color="auto"/>
            </w:tcBorders>
            <w:vAlign w:val="center"/>
          </w:tcPr>
          <w:p w14:paraId="383DB188" w14:textId="77777777" w:rsidR="00C93F5E" w:rsidRPr="00FB2853" w:rsidRDefault="00C93F5E" w:rsidP="0028034B">
            <w:pPr>
              <w:rPr>
                <w:rFonts w:ascii="Arial Narrow" w:hAnsi="Arial Narrow"/>
              </w:rPr>
            </w:pPr>
            <w:r w:rsidRPr="00FB2853">
              <w:rPr>
                <w:rFonts w:ascii="Arial Narrow" w:hAnsi="Arial Narrow"/>
              </w:rPr>
              <w:t>Item</w:t>
            </w:r>
          </w:p>
        </w:tc>
        <w:tc>
          <w:tcPr>
            <w:tcW w:w="1230" w:type="dxa"/>
            <w:tcBorders>
              <w:left w:val="single" w:sz="8" w:space="0" w:color="auto"/>
            </w:tcBorders>
            <w:vAlign w:val="center"/>
          </w:tcPr>
          <w:p w14:paraId="31D07DAE" w14:textId="77777777" w:rsidR="00C93F5E" w:rsidRPr="00C93F5E" w:rsidRDefault="0028034B" w:rsidP="00C93F5E">
            <w:pPr>
              <w:jc w:val="center"/>
              <w:rPr>
                <w:rFonts w:ascii="Arial Narrow" w:hAnsi="Arial Narrow"/>
              </w:rPr>
            </w:pPr>
            <w:r>
              <w:rPr>
                <w:rFonts w:ascii="Arial Narrow" w:hAnsi="Arial Narrow"/>
              </w:rPr>
              <w:t>A</w:t>
            </w:r>
          </w:p>
        </w:tc>
        <w:tc>
          <w:tcPr>
            <w:tcW w:w="1070" w:type="dxa"/>
            <w:vAlign w:val="center"/>
          </w:tcPr>
          <w:p w14:paraId="26725CCC" w14:textId="77777777" w:rsidR="00C93F5E" w:rsidRPr="00C93F5E" w:rsidRDefault="0028034B" w:rsidP="00C93F5E">
            <w:pPr>
              <w:jc w:val="center"/>
              <w:rPr>
                <w:rFonts w:ascii="Arial Narrow" w:hAnsi="Arial Narrow"/>
              </w:rPr>
            </w:pPr>
            <w:r>
              <w:rPr>
                <w:rFonts w:ascii="Arial Narrow" w:hAnsi="Arial Narrow"/>
              </w:rPr>
              <w:t>B</w:t>
            </w:r>
          </w:p>
        </w:tc>
        <w:tc>
          <w:tcPr>
            <w:tcW w:w="1176" w:type="dxa"/>
            <w:vAlign w:val="center"/>
          </w:tcPr>
          <w:p w14:paraId="0C5EB6C2" w14:textId="77777777" w:rsidR="00C93F5E" w:rsidRPr="00C93F5E" w:rsidRDefault="0028034B" w:rsidP="00C93F5E">
            <w:pPr>
              <w:jc w:val="center"/>
              <w:rPr>
                <w:rFonts w:ascii="Arial Narrow" w:hAnsi="Arial Narrow"/>
              </w:rPr>
            </w:pPr>
            <w:r>
              <w:rPr>
                <w:rFonts w:ascii="Arial Narrow" w:hAnsi="Arial Narrow"/>
              </w:rPr>
              <w:t>C</w:t>
            </w:r>
          </w:p>
        </w:tc>
        <w:tc>
          <w:tcPr>
            <w:tcW w:w="1236" w:type="dxa"/>
            <w:vAlign w:val="center"/>
          </w:tcPr>
          <w:p w14:paraId="2895F03E" w14:textId="77777777" w:rsidR="00C93F5E" w:rsidRPr="00C93F5E" w:rsidRDefault="0028034B" w:rsidP="00C93F5E">
            <w:pPr>
              <w:jc w:val="center"/>
              <w:rPr>
                <w:rFonts w:ascii="Arial Narrow" w:hAnsi="Arial Narrow"/>
              </w:rPr>
            </w:pPr>
            <w:r>
              <w:rPr>
                <w:rFonts w:ascii="Arial Narrow" w:hAnsi="Arial Narrow"/>
              </w:rPr>
              <w:t>D</w:t>
            </w:r>
          </w:p>
        </w:tc>
        <w:tc>
          <w:tcPr>
            <w:tcW w:w="1243" w:type="dxa"/>
            <w:vAlign w:val="center"/>
          </w:tcPr>
          <w:p w14:paraId="1B2E441B" w14:textId="77777777" w:rsidR="00C93F5E" w:rsidRPr="00C93F5E" w:rsidRDefault="0028034B" w:rsidP="00C93F5E">
            <w:pPr>
              <w:jc w:val="center"/>
              <w:rPr>
                <w:rFonts w:ascii="Arial Narrow" w:hAnsi="Arial Narrow"/>
              </w:rPr>
            </w:pPr>
            <w:r>
              <w:rPr>
                <w:rFonts w:ascii="Arial Narrow" w:hAnsi="Arial Narrow"/>
              </w:rPr>
              <w:t>E</w:t>
            </w:r>
          </w:p>
        </w:tc>
        <w:tc>
          <w:tcPr>
            <w:tcW w:w="1216" w:type="dxa"/>
            <w:vAlign w:val="center"/>
          </w:tcPr>
          <w:p w14:paraId="58F78185" w14:textId="77777777" w:rsidR="00C93F5E" w:rsidRPr="00C93F5E" w:rsidRDefault="0028034B" w:rsidP="00C93F5E">
            <w:pPr>
              <w:jc w:val="center"/>
              <w:rPr>
                <w:rFonts w:ascii="Arial Narrow" w:hAnsi="Arial Narrow"/>
              </w:rPr>
            </w:pPr>
            <w:r>
              <w:rPr>
                <w:rFonts w:ascii="Arial Narrow" w:hAnsi="Arial Narrow"/>
              </w:rPr>
              <w:t>F</w:t>
            </w:r>
          </w:p>
        </w:tc>
      </w:tr>
      <w:tr w:rsidR="00C93F5E" w:rsidRPr="00482412" w14:paraId="5469B9A6" w14:textId="77777777" w:rsidTr="00DA058D">
        <w:tblPrEx>
          <w:tblCellMar>
            <w:top w:w="0" w:type="dxa"/>
            <w:bottom w:w="0" w:type="dxa"/>
          </w:tblCellMar>
        </w:tblPrEx>
        <w:trPr>
          <w:cantSplit/>
          <w:trHeight w:val="360"/>
        </w:trPr>
        <w:tc>
          <w:tcPr>
            <w:tcW w:w="1368" w:type="dxa"/>
            <w:tcBorders>
              <w:top w:val="single" w:sz="8" w:space="0" w:color="auto"/>
            </w:tcBorders>
            <w:vAlign w:val="center"/>
          </w:tcPr>
          <w:p w14:paraId="28F48D6B" w14:textId="77777777" w:rsidR="00C93F5E" w:rsidRPr="00FB2853" w:rsidRDefault="00C93F5E" w:rsidP="00DA058D">
            <w:pPr>
              <w:rPr>
                <w:rFonts w:ascii="Arial Narrow" w:hAnsi="Arial Narrow"/>
              </w:rPr>
            </w:pPr>
            <w:r w:rsidRPr="00FB2853">
              <w:rPr>
                <w:rFonts w:ascii="Arial Narrow" w:hAnsi="Arial Narrow"/>
              </w:rPr>
              <w:t>How Many Times</w:t>
            </w:r>
          </w:p>
        </w:tc>
        <w:tc>
          <w:tcPr>
            <w:tcW w:w="1230" w:type="dxa"/>
            <w:vAlign w:val="center"/>
          </w:tcPr>
          <w:p w14:paraId="48E20A8D" w14:textId="77777777" w:rsidR="00C93F5E" w:rsidRPr="00482412" w:rsidRDefault="00DA058D" w:rsidP="00C93F5E">
            <w:pPr>
              <w:jc w:val="center"/>
            </w:pPr>
            <w:r>
              <w:t>3</w:t>
            </w:r>
          </w:p>
        </w:tc>
        <w:tc>
          <w:tcPr>
            <w:tcW w:w="1070" w:type="dxa"/>
            <w:vAlign w:val="center"/>
          </w:tcPr>
          <w:p w14:paraId="22BBA468" w14:textId="77777777" w:rsidR="00C93F5E" w:rsidRPr="00482412" w:rsidRDefault="00DA058D" w:rsidP="00C93F5E">
            <w:pPr>
              <w:jc w:val="center"/>
            </w:pPr>
            <w:r>
              <w:t>1</w:t>
            </w:r>
          </w:p>
        </w:tc>
        <w:tc>
          <w:tcPr>
            <w:tcW w:w="1176" w:type="dxa"/>
            <w:vAlign w:val="center"/>
          </w:tcPr>
          <w:p w14:paraId="139EF3D0" w14:textId="77777777" w:rsidR="00C93F5E" w:rsidRPr="00482412" w:rsidRDefault="00D84A6A" w:rsidP="00C93F5E">
            <w:pPr>
              <w:jc w:val="center"/>
            </w:pPr>
            <w:r>
              <w:t>4</w:t>
            </w:r>
          </w:p>
        </w:tc>
        <w:tc>
          <w:tcPr>
            <w:tcW w:w="1236" w:type="dxa"/>
            <w:vAlign w:val="center"/>
          </w:tcPr>
          <w:p w14:paraId="53FC37B8" w14:textId="77777777" w:rsidR="00C93F5E" w:rsidRPr="00482412" w:rsidRDefault="00D84A6A" w:rsidP="00C93F5E">
            <w:pPr>
              <w:jc w:val="center"/>
            </w:pPr>
            <w:r>
              <w:t>5</w:t>
            </w:r>
          </w:p>
        </w:tc>
        <w:tc>
          <w:tcPr>
            <w:tcW w:w="1243" w:type="dxa"/>
            <w:vAlign w:val="center"/>
          </w:tcPr>
          <w:p w14:paraId="0DF280CA" w14:textId="77777777" w:rsidR="00C93F5E" w:rsidRPr="00482412" w:rsidRDefault="00D84A6A" w:rsidP="00C93F5E">
            <w:pPr>
              <w:jc w:val="center"/>
            </w:pPr>
            <w:r>
              <w:t>0</w:t>
            </w:r>
          </w:p>
        </w:tc>
        <w:tc>
          <w:tcPr>
            <w:tcW w:w="1216" w:type="dxa"/>
            <w:vAlign w:val="center"/>
          </w:tcPr>
          <w:p w14:paraId="2B436AEC" w14:textId="77777777" w:rsidR="00C93F5E" w:rsidRPr="00482412" w:rsidRDefault="00D84A6A" w:rsidP="00C93F5E">
            <w:pPr>
              <w:jc w:val="center"/>
            </w:pPr>
            <w:r>
              <w:t>2</w:t>
            </w:r>
          </w:p>
        </w:tc>
      </w:tr>
      <w:tr w:rsidR="00C93F5E" w:rsidRPr="00FB2853" w14:paraId="3D4E150E" w14:textId="77777777" w:rsidTr="00DA058D">
        <w:tblPrEx>
          <w:tblCellMar>
            <w:top w:w="0" w:type="dxa"/>
            <w:bottom w:w="0" w:type="dxa"/>
          </w:tblCellMar>
        </w:tblPrEx>
        <w:trPr>
          <w:cantSplit/>
          <w:trHeight w:val="360"/>
        </w:trPr>
        <w:tc>
          <w:tcPr>
            <w:tcW w:w="1368" w:type="dxa"/>
            <w:vAlign w:val="center"/>
          </w:tcPr>
          <w:p w14:paraId="7703EDF1" w14:textId="77777777" w:rsidR="00C93F5E" w:rsidRPr="00FB2853" w:rsidRDefault="00C93F5E" w:rsidP="00DA058D">
            <w:pPr>
              <w:rPr>
                <w:rFonts w:ascii="Arial Narrow" w:hAnsi="Arial Narrow"/>
              </w:rPr>
            </w:pPr>
            <w:r w:rsidRPr="00FB2853">
              <w:rPr>
                <w:rFonts w:ascii="Arial Narrow" w:hAnsi="Arial Narrow"/>
              </w:rPr>
              <w:t>Rank</w:t>
            </w:r>
          </w:p>
        </w:tc>
        <w:tc>
          <w:tcPr>
            <w:tcW w:w="1230" w:type="dxa"/>
            <w:vAlign w:val="center"/>
          </w:tcPr>
          <w:p w14:paraId="6CCC322E" w14:textId="77777777" w:rsidR="00C93F5E" w:rsidRPr="00FB2853" w:rsidRDefault="00D84A6A" w:rsidP="00C93F5E">
            <w:pPr>
              <w:jc w:val="center"/>
            </w:pPr>
            <w:r>
              <w:t>3</w:t>
            </w:r>
          </w:p>
        </w:tc>
        <w:tc>
          <w:tcPr>
            <w:tcW w:w="1070" w:type="dxa"/>
            <w:vAlign w:val="center"/>
          </w:tcPr>
          <w:p w14:paraId="70AE03D2" w14:textId="77777777" w:rsidR="00C93F5E" w:rsidRPr="00FB2853" w:rsidRDefault="00D84A6A" w:rsidP="00C93F5E">
            <w:pPr>
              <w:jc w:val="center"/>
            </w:pPr>
            <w:r>
              <w:t>5</w:t>
            </w:r>
          </w:p>
        </w:tc>
        <w:tc>
          <w:tcPr>
            <w:tcW w:w="1176" w:type="dxa"/>
            <w:vAlign w:val="center"/>
          </w:tcPr>
          <w:p w14:paraId="5ED58BE5" w14:textId="77777777" w:rsidR="00C93F5E" w:rsidRPr="00FB2853" w:rsidRDefault="00D84A6A" w:rsidP="00C93F5E">
            <w:pPr>
              <w:jc w:val="center"/>
            </w:pPr>
            <w:r>
              <w:t>2</w:t>
            </w:r>
          </w:p>
        </w:tc>
        <w:tc>
          <w:tcPr>
            <w:tcW w:w="1236" w:type="dxa"/>
            <w:vAlign w:val="center"/>
          </w:tcPr>
          <w:p w14:paraId="4164ACBA" w14:textId="77777777" w:rsidR="00C93F5E" w:rsidRPr="00FB2853" w:rsidRDefault="00D84A6A" w:rsidP="00C93F5E">
            <w:pPr>
              <w:jc w:val="center"/>
            </w:pPr>
            <w:r>
              <w:t>1</w:t>
            </w:r>
          </w:p>
        </w:tc>
        <w:tc>
          <w:tcPr>
            <w:tcW w:w="1243" w:type="dxa"/>
            <w:vAlign w:val="center"/>
          </w:tcPr>
          <w:p w14:paraId="4E4341EC" w14:textId="77777777" w:rsidR="00C93F5E" w:rsidRPr="00FB2853" w:rsidRDefault="00D84A6A" w:rsidP="00C93F5E">
            <w:pPr>
              <w:jc w:val="center"/>
            </w:pPr>
            <w:r>
              <w:t>6</w:t>
            </w:r>
          </w:p>
        </w:tc>
        <w:tc>
          <w:tcPr>
            <w:tcW w:w="1216" w:type="dxa"/>
            <w:vAlign w:val="center"/>
          </w:tcPr>
          <w:p w14:paraId="0544D939" w14:textId="77777777" w:rsidR="00C93F5E" w:rsidRPr="00FB2853" w:rsidRDefault="00D84A6A" w:rsidP="00C93F5E">
            <w:pPr>
              <w:jc w:val="center"/>
            </w:pPr>
            <w:r>
              <w:t>4</w:t>
            </w:r>
          </w:p>
        </w:tc>
      </w:tr>
    </w:tbl>
    <w:p w14:paraId="778AA083" w14:textId="77777777" w:rsidR="00C93F5E" w:rsidRDefault="00C93F5E" w:rsidP="00C93F5E"/>
    <w:p w14:paraId="1C3CA70C" w14:textId="77777777" w:rsidR="00C93F5E" w:rsidRDefault="00C93F5E" w:rsidP="00C93F5E">
      <w:pPr>
        <w:pStyle w:val="Heading2"/>
      </w:pPr>
      <w:r>
        <w:t>New Priority</w:t>
      </w:r>
    </w:p>
    <w:p w14:paraId="5DE128BC" w14:textId="77777777" w:rsidR="00C93F5E" w:rsidRDefault="00C93F5E" w:rsidP="00C93F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7312"/>
      </w:tblGrid>
      <w:tr w:rsidR="00C93F5E" w14:paraId="0F137C1B" w14:textId="77777777" w:rsidTr="00DA058D">
        <w:tc>
          <w:tcPr>
            <w:tcW w:w="1368" w:type="dxa"/>
            <w:shd w:val="clear" w:color="auto" w:fill="auto"/>
          </w:tcPr>
          <w:p w14:paraId="21E4A90A" w14:textId="77777777" w:rsidR="00C93F5E" w:rsidRDefault="00C93F5E" w:rsidP="00DA058D">
            <w:pPr>
              <w:jc w:val="center"/>
            </w:pPr>
            <w:r>
              <w:t>1</w:t>
            </w:r>
          </w:p>
        </w:tc>
        <w:tc>
          <w:tcPr>
            <w:tcW w:w="7503" w:type="dxa"/>
            <w:shd w:val="clear" w:color="auto" w:fill="auto"/>
          </w:tcPr>
          <w:p w14:paraId="5C3597F5" w14:textId="77777777" w:rsidR="00C93F5E" w:rsidRDefault="00D84A6A" w:rsidP="00DA058D">
            <w:r>
              <w:t>Development Project</w:t>
            </w:r>
          </w:p>
        </w:tc>
      </w:tr>
      <w:tr w:rsidR="00C93F5E" w14:paraId="1C8712F9" w14:textId="77777777" w:rsidTr="00DA058D">
        <w:tc>
          <w:tcPr>
            <w:tcW w:w="1368" w:type="dxa"/>
            <w:shd w:val="clear" w:color="auto" w:fill="auto"/>
          </w:tcPr>
          <w:p w14:paraId="798CD313" w14:textId="77777777" w:rsidR="00C93F5E" w:rsidRDefault="00C93F5E" w:rsidP="00DA058D">
            <w:pPr>
              <w:jc w:val="center"/>
            </w:pPr>
            <w:r>
              <w:t>2</w:t>
            </w:r>
          </w:p>
        </w:tc>
        <w:tc>
          <w:tcPr>
            <w:tcW w:w="7503" w:type="dxa"/>
            <w:shd w:val="clear" w:color="auto" w:fill="auto"/>
          </w:tcPr>
          <w:p w14:paraId="2A8A73BE" w14:textId="77777777" w:rsidR="00C93F5E" w:rsidRDefault="00D84A6A" w:rsidP="00DA058D">
            <w:r>
              <w:t>Website Project</w:t>
            </w:r>
          </w:p>
        </w:tc>
      </w:tr>
      <w:tr w:rsidR="00C93F5E" w14:paraId="6EBF9242" w14:textId="77777777" w:rsidTr="00DA058D">
        <w:tc>
          <w:tcPr>
            <w:tcW w:w="1368" w:type="dxa"/>
            <w:shd w:val="clear" w:color="auto" w:fill="auto"/>
          </w:tcPr>
          <w:p w14:paraId="04EF90DC" w14:textId="77777777" w:rsidR="00C93F5E" w:rsidRDefault="00C93F5E" w:rsidP="00DA058D">
            <w:pPr>
              <w:jc w:val="center"/>
            </w:pPr>
            <w:r>
              <w:t>3</w:t>
            </w:r>
          </w:p>
        </w:tc>
        <w:tc>
          <w:tcPr>
            <w:tcW w:w="7503" w:type="dxa"/>
            <w:shd w:val="clear" w:color="auto" w:fill="auto"/>
          </w:tcPr>
          <w:p w14:paraId="7594F673" w14:textId="77777777" w:rsidR="00C93F5E" w:rsidRDefault="00D84A6A" w:rsidP="00DA058D">
            <w:r>
              <w:t>Network Upgrade Project</w:t>
            </w:r>
          </w:p>
        </w:tc>
      </w:tr>
      <w:tr w:rsidR="00C93F5E" w14:paraId="0A66F07E" w14:textId="77777777" w:rsidTr="00DA058D">
        <w:tc>
          <w:tcPr>
            <w:tcW w:w="1368" w:type="dxa"/>
            <w:shd w:val="clear" w:color="auto" w:fill="auto"/>
          </w:tcPr>
          <w:p w14:paraId="465AF12D" w14:textId="77777777" w:rsidR="00C93F5E" w:rsidRDefault="00C93F5E" w:rsidP="00DA058D">
            <w:pPr>
              <w:jc w:val="center"/>
            </w:pPr>
            <w:r>
              <w:t>4</w:t>
            </w:r>
          </w:p>
        </w:tc>
        <w:tc>
          <w:tcPr>
            <w:tcW w:w="7503" w:type="dxa"/>
            <w:shd w:val="clear" w:color="auto" w:fill="auto"/>
          </w:tcPr>
          <w:p w14:paraId="29E32749" w14:textId="77777777" w:rsidR="00C93F5E" w:rsidRDefault="00D84A6A" w:rsidP="00DA058D">
            <w:r>
              <w:t>Relocation Project</w:t>
            </w:r>
          </w:p>
        </w:tc>
      </w:tr>
      <w:tr w:rsidR="00C93F5E" w14:paraId="2E538938" w14:textId="77777777" w:rsidTr="00DA058D">
        <w:tc>
          <w:tcPr>
            <w:tcW w:w="1368" w:type="dxa"/>
            <w:shd w:val="clear" w:color="auto" w:fill="auto"/>
          </w:tcPr>
          <w:p w14:paraId="2A24C480" w14:textId="77777777" w:rsidR="00C93F5E" w:rsidRDefault="00C93F5E" w:rsidP="00DA058D">
            <w:pPr>
              <w:jc w:val="center"/>
            </w:pPr>
            <w:r>
              <w:t>5</w:t>
            </w:r>
          </w:p>
        </w:tc>
        <w:tc>
          <w:tcPr>
            <w:tcW w:w="7503" w:type="dxa"/>
            <w:shd w:val="clear" w:color="auto" w:fill="auto"/>
          </w:tcPr>
          <w:p w14:paraId="5F933B37" w14:textId="77777777" w:rsidR="00C93F5E" w:rsidRDefault="00D84A6A" w:rsidP="00DA058D">
            <w:r>
              <w:t>System Implementation Project</w:t>
            </w:r>
          </w:p>
        </w:tc>
      </w:tr>
      <w:tr w:rsidR="00C93F5E" w14:paraId="5FC2F430" w14:textId="77777777" w:rsidTr="00DA058D">
        <w:tc>
          <w:tcPr>
            <w:tcW w:w="1368" w:type="dxa"/>
            <w:shd w:val="clear" w:color="auto" w:fill="auto"/>
          </w:tcPr>
          <w:p w14:paraId="55C3F3D2" w14:textId="77777777" w:rsidR="00C93F5E" w:rsidRDefault="00C93F5E" w:rsidP="00DA058D">
            <w:pPr>
              <w:jc w:val="center"/>
            </w:pPr>
            <w:r>
              <w:t>6</w:t>
            </w:r>
          </w:p>
        </w:tc>
        <w:tc>
          <w:tcPr>
            <w:tcW w:w="7503" w:type="dxa"/>
            <w:shd w:val="clear" w:color="auto" w:fill="auto"/>
          </w:tcPr>
          <w:p w14:paraId="596DAE42" w14:textId="77777777" w:rsidR="00C93F5E" w:rsidRDefault="00D84A6A" w:rsidP="00DA058D">
            <w:r>
              <w:t>Training Project</w:t>
            </w:r>
          </w:p>
        </w:tc>
      </w:tr>
    </w:tbl>
    <w:p w14:paraId="551EC9F3" w14:textId="77777777" w:rsidR="00C93F5E" w:rsidRDefault="00C93F5E" w:rsidP="00C93F5E"/>
    <w:p w14:paraId="19365A6D" w14:textId="77777777" w:rsidR="00C93F5E" w:rsidRDefault="00C93F5E" w:rsidP="00683F55"/>
    <w:p w14:paraId="5537D7B2" w14:textId="77777777" w:rsidR="00C93F5E" w:rsidRPr="00683F55" w:rsidRDefault="00C93F5E" w:rsidP="00683F55"/>
    <w:sectPr w:rsidR="00C93F5E" w:rsidRPr="00683F55" w:rsidSect="00A53852">
      <w:headerReference w:type="default" r:id="rId8"/>
      <w:footerReference w:type="even" r:id="rId9"/>
      <w:footerReference w:type="default" r:id="rId10"/>
      <w:pgSz w:w="12240" w:h="15840"/>
      <w:pgMar w:top="1440" w:right="1670" w:bottom="2002" w:left="1915" w:header="27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F7A5E" w14:textId="77777777" w:rsidR="00AD10C2" w:rsidRDefault="00AD10C2">
      <w:r>
        <w:separator/>
      </w:r>
    </w:p>
  </w:endnote>
  <w:endnote w:type="continuationSeparator" w:id="0">
    <w:p w14:paraId="41DB0B10" w14:textId="77777777" w:rsidR="00AD10C2" w:rsidRDefault="00AD1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altName w:val="﷽﷽﷽﷽﷽﷽뺭췍黛뫝ꏀʇ惀"/>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ceanSanMM_310 LT 475 NO">
    <w:altName w:val="Courier New"/>
    <w:panose1 w:val="020B0604020202020204"/>
    <w:charset w:val="00"/>
    <w:family w:val="auto"/>
    <w:pitch w:val="variable"/>
    <w:sig w:usb0="03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EED5F" w14:textId="77777777" w:rsidR="00D84A6A" w:rsidRDefault="00B8532D">
    <w:pPr>
      <w:pStyle w:val="Footer"/>
    </w:pPr>
    <w:r>
      <w:rPr>
        <w:noProof/>
      </w:rPr>
      <w:drawing>
        <wp:anchor distT="0" distB="0" distL="114300" distR="114300" simplePos="0" relativeHeight="251658240" behindDoc="1" locked="0" layoutInCell="1" allowOverlap="1" wp14:anchorId="2CF25B99" wp14:editId="68B0CDCD">
          <wp:simplePos x="0" y="0"/>
          <wp:positionH relativeFrom="column">
            <wp:posOffset>5090160</wp:posOffset>
          </wp:positionH>
          <wp:positionV relativeFrom="paragraph">
            <wp:posOffset>-566420</wp:posOffset>
          </wp:positionV>
          <wp:extent cx="720090" cy="736600"/>
          <wp:effectExtent l="0" t="0" r="0" b="0"/>
          <wp:wrapThrough wrapText="bothSides">
            <wp:wrapPolygon edited="0">
              <wp:start x="8000" y="0"/>
              <wp:lineTo x="5714" y="372"/>
              <wp:lineTo x="1143" y="4469"/>
              <wp:lineTo x="1143" y="14152"/>
              <wp:lineTo x="6857" y="17876"/>
              <wp:lineTo x="0" y="18621"/>
              <wp:lineTo x="0" y="21228"/>
              <wp:lineTo x="381" y="21228"/>
              <wp:lineTo x="11810" y="21228"/>
              <wp:lineTo x="21333" y="21228"/>
              <wp:lineTo x="21333" y="18621"/>
              <wp:lineTo x="14476" y="17876"/>
              <wp:lineTo x="20952" y="14152"/>
              <wp:lineTo x="20952" y="4841"/>
              <wp:lineTo x="16000" y="372"/>
              <wp:lineTo x="13714" y="0"/>
              <wp:lineTo x="8000" y="0"/>
            </wp:wrapPolygon>
          </wp:wrapThrough>
          <wp:docPr id="2" name="Picture 3"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AB220" w14:textId="77777777" w:rsidR="00D84A6A" w:rsidRDefault="00D84A6A" w:rsidP="00A80B8F">
    <w:pPr>
      <w:pStyle w:val="Footer"/>
      <w:ind w:left="-1138"/>
      <w:rPr>
        <w:rFonts w:ascii="OceanSanMM_310 LT 475 NO" w:hAnsi="OceanSanMM_310 LT 475 NO"/>
      </w:rPr>
    </w:pPr>
  </w:p>
  <w:p w14:paraId="15003BC3" w14:textId="77777777" w:rsidR="00D84A6A" w:rsidRDefault="00B8532D" w:rsidP="00877599">
    <w:pPr>
      <w:pStyle w:val="Footer"/>
      <w:tabs>
        <w:tab w:val="clear" w:pos="8640"/>
        <w:tab w:val="right" w:pos="11070"/>
      </w:tabs>
      <w:jc w:val="right"/>
    </w:pPr>
    <w:r>
      <w:rPr>
        <w:noProof/>
      </w:rPr>
      <w:drawing>
        <wp:anchor distT="0" distB="0" distL="114300" distR="114300" simplePos="0" relativeHeight="251657216" behindDoc="1" locked="0" layoutInCell="1" allowOverlap="1" wp14:anchorId="61D42DC7" wp14:editId="23ED123F">
          <wp:simplePos x="0" y="0"/>
          <wp:positionH relativeFrom="column">
            <wp:posOffset>-803275</wp:posOffset>
          </wp:positionH>
          <wp:positionV relativeFrom="paragraph">
            <wp:posOffset>-561340</wp:posOffset>
          </wp:positionV>
          <wp:extent cx="720090" cy="736600"/>
          <wp:effectExtent l="0" t="0" r="0" b="0"/>
          <wp:wrapNone/>
          <wp:docPr id="1" name="Picture 2" descr="Description: Description: AMC logo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MC logo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CCD7A" w14:textId="77777777" w:rsidR="00AD10C2" w:rsidRDefault="00AD10C2">
      <w:r>
        <w:separator/>
      </w:r>
    </w:p>
  </w:footnote>
  <w:footnote w:type="continuationSeparator" w:id="0">
    <w:p w14:paraId="14A09C43" w14:textId="77777777" w:rsidR="00AD10C2" w:rsidRDefault="00AD1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4128F" w14:textId="77777777" w:rsidR="00D84A6A" w:rsidRPr="00B44382" w:rsidRDefault="00D84A6A" w:rsidP="007D54BB">
    <w:pPr>
      <w:pStyle w:val="Title"/>
      <w:spacing w:after="120"/>
      <w:ind w:left="-1138"/>
    </w:pPr>
    <w:bookmarkStart w:id="0" w:name="_Toc480183061"/>
    <w:bookmarkStart w:id="1" w:name="_Toc72474370"/>
    <w:bookmarkStart w:id="2" w:name="_Toc177227866"/>
    <w:r>
      <w:t>Prioritization</w:t>
    </w:r>
  </w:p>
  <w:bookmarkEnd w:id="0"/>
  <w:bookmarkEnd w:id="1"/>
  <w:bookmarkEnd w:i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578E6"/>
    <w:multiLevelType w:val="hybridMultilevel"/>
    <w:tmpl w:val="C978B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425B4B"/>
    <w:multiLevelType w:val="hybridMultilevel"/>
    <w:tmpl w:val="28B6265C"/>
    <w:lvl w:ilvl="0" w:tplc="F3E2D2CC">
      <w:start w:val="1"/>
      <w:numFmt w:val="bullet"/>
      <w:lvlText w:val=""/>
      <w:lvlJc w:val="left"/>
      <w:pPr>
        <w:tabs>
          <w:tab w:val="num" w:pos="720"/>
        </w:tabs>
        <w:ind w:left="720" w:hanging="360"/>
      </w:pPr>
      <w:rPr>
        <w:rFonts w:ascii="Wingdings" w:hAnsi="Wingdings" w:hint="default"/>
        <w:color w:val="E6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132FA"/>
    <w:multiLevelType w:val="hybridMultilevel"/>
    <w:tmpl w:val="AA201ECA"/>
    <w:lvl w:ilvl="0" w:tplc="6AB2B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D80BDE"/>
    <w:multiLevelType w:val="singleLevel"/>
    <w:tmpl w:val="8D5EDF76"/>
    <w:lvl w:ilvl="0">
      <w:start w:val="1"/>
      <w:numFmt w:val="bullet"/>
      <w:pStyle w:val="bullet"/>
      <w:lvlText w:val=""/>
      <w:lvlJc w:val="left"/>
      <w:pPr>
        <w:tabs>
          <w:tab w:val="num" w:pos="360"/>
        </w:tabs>
        <w:ind w:left="360" w:hanging="360"/>
      </w:pPr>
      <w:rPr>
        <w:rFonts w:ascii="Wingdings" w:hAnsi="Wingdings" w:hint="default"/>
      </w:rPr>
    </w:lvl>
  </w:abstractNum>
  <w:abstractNum w:abstractNumId="4" w15:restartNumberingAfterBreak="0">
    <w:nsid w:val="3CC33ED0"/>
    <w:multiLevelType w:val="multilevel"/>
    <w:tmpl w:val="E6D6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2A4FA7"/>
    <w:multiLevelType w:val="multilevel"/>
    <w:tmpl w:val="C978B7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CD30863"/>
    <w:multiLevelType w:val="multilevel"/>
    <w:tmpl w:val="D4AC6EFE"/>
    <w:lvl w:ilvl="0">
      <w:start w:val="1"/>
      <w:numFmt w:val="bullet"/>
      <w:lvlText w:val=""/>
      <w:lvlJc w:val="left"/>
      <w:pPr>
        <w:tabs>
          <w:tab w:val="num" w:pos="1440"/>
        </w:tabs>
        <w:ind w:left="144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1A096B"/>
    <w:multiLevelType w:val="multilevel"/>
    <w:tmpl w:val="8D1A8CB0"/>
    <w:lvl w:ilvl="0">
      <w:start w:val="1"/>
      <w:numFmt w:val="bullet"/>
      <w:lvlText w:val=""/>
      <w:lvlJc w:val="left"/>
      <w:pPr>
        <w:tabs>
          <w:tab w:val="num" w:pos="360"/>
        </w:tabs>
        <w:ind w:left="360" w:hanging="360"/>
      </w:pPr>
      <w:rPr>
        <w:rFonts w:ascii="Wingdings" w:hAnsi="Wingdings" w:cs="Courier New" w:hint="default"/>
        <w:sz w:val="28"/>
        <w:szCs w:val="24"/>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55EB5144"/>
    <w:multiLevelType w:val="singleLevel"/>
    <w:tmpl w:val="68501F28"/>
    <w:lvl w:ilvl="0">
      <w:start w:val="1"/>
      <w:numFmt w:val="bullet"/>
      <w:pStyle w:val="bullet"/>
      <w:lvlText w:val=""/>
      <w:lvlJc w:val="left"/>
      <w:pPr>
        <w:tabs>
          <w:tab w:val="num" w:pos="720"/>
        </w:tabs>
        <w:ind w:left="648" w:hanging="288"/>
      </w:pPr>
      <w:rPr>
        <w:rFonts w:ascii="Symbol" w:hAnsi="Symbol" w:hint="default"/>
      </w:rPr>
    </w:lvl>
  </w:abstractNum>
  <w:abstractNum w:abstractNumId="9" w15:restartNumberingAfterBreak="0">
    <w:nsid w:val="5BF10880"/>
    <w:multiLevelType w:val="hybridMultilevel"/>
    <w:tmpl w:val="8D1A8CB0"/>
    <w:lvl w:ilvl="0" w:tplc="F5AA36F4">
      <w:start w:val="1"/>
      <w:numFmt w:val="bullet"/>
      <w:lvlText w:val=""/>
      <w:lvlJc w:val="left"/>
      <w:pPr>
        <w:tabs>
          <w:tab w:val="num" w:pos="360"/>
        </w:tabs>
        <w:ind w:left="360" w:hanging="360"/>
      </w:pPr>
      <w:rPr>
        <w:rFonts w:ascii="Wingdings" w:hAnsi="Wingdings" w:cs="Courier New" w:hint="default"/>
        <w:sz w:val="28"/>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628B4433"/>
    <w:multiLevelType w:val="hybridMultilevel"/>
    <w:tmpl w:val="C92893F8"/>
    <w:lvl w:ilvl="0" w:tplc="6AB2BC0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9B8053B"/>
    <w:multiLevelType w:val="hybridMultilevel"/>
    <w:tmpl w:val="D4AC6EFE"/>
    <w:lvl w:ilvl="0" w:tplc="20D62A26">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1E7995"/>
    <w:multiLevelType w:val="hybridMultilevel"/>
    <w:tmpl w:val="1C0EB740"/>
    <w:lvl w:ilvl="0" w:tplc="92C88772">
      <w:start w:val="1"/>
      <w:numFmt w:val="bullet"/>
      <w:lvlText w:val=""/>
      <w:lvlJc w:val="left"/>
      <w:pPr>
        <w:tabs>
          <w:tab w:val="num" w:pos="360"/>
        </w:tabs>
        <w:ind w:left="360" w:hanging="360"/>
      </w:pPr>
      <w:rPr>
        <w:rFonts w:ascii="Wingdings" w:hAnsi="Wingdings" w:cs="Courier New" w:hint="default"/>
        <w:color w:val="FF0000"/>
        <w:sz w:val="24"/>
        <w:szCs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7CB62322"/>
    <w:multiLevelType w:val="hybridMultilevel"/>
    <w:tmpl w:val="0A1C3D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9"/>
  </w:num>
  <w:num w:numId="4">
    <w:abstractNumId w:val="7"/>
  </w:num>
  <w:num w:numId="5">
    <w:abstractNumId w:val="12"/>
  </w:num>
  <w:num w:numId="6">
    <w:abstractNumId w:val="10"/>
  </w:num>
  <w:num w:numId="7">
    <w:abstractNumId w:val="4"/>
  </w:num>
  <w:num w:numId="8">
    <w:abstractNumId w:val="2"/>
  </w:num>
  <w:num w:numId="9">
    <w:abstractNumId w:val="3"/>
  </w:num>
  <w:num w:numId="10">
    <w:abstractNumId w:val="8"/>
  </w:num>
  <w:num w:numId="11">
    <w:abstractNumId w:val="1"/>
  </w:num>
  <w:num w:numId="12">
    <w:abstractNumId w:val="0"/>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3"/>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7"/>
    <w:docVar w:name="ShowStaticGuides" w:val="1"/>
  </w:docVars>
  <w:rsids>
    <w:rsidRoot w:val="00FB2853"/>
    <w:rsid w:val="00016A4D"/>
    <w:rsid w:val="000905FE"/>
    <w:rsid w:val="000E7EB9"/>
    <w:rsid w:val="00130E4B"/>
    <w:rsid w:val="001434D4"/>
    <w:rsid w:val="002310D1"/>
    <w:rsid w:val="00264FE2"/>
    <w:rsid w:val="0028034B"/>
    <w:rsid w:val="00346D05"/>
    <w:rsid w:val="00407325"/>
    <w:rsid w:val="0043382F"/>
    <w:rsid w:val="00436C11"/>
    <w:rsid w:val="004D3097"/>
    <w:rsid w:val="004E7E1B"/>
    <w:rsid w:val="0052366A"/>
    <w:rsid w:val="00535237"/>
    <w:rsid w:val="005D6B02"/>
    <w:rsid w:val="0066178F"/>
    <w:rsid w:val="006617AA"/>
    <w:rsid w:val="00683F55"/>
    <w:rsid w:val="0069501B"/>
    <w:rsid w:val="006B3D4E"/>
    <w:rsid w:val="006D4ADF"/>
    <w:rsid w:val="007D54BB"/>
    <w:rsid w:val="007E140B"/>
    <w:rsid w:val="00825EFC"/>
    <w:rsid w:val="00877599"/>
    <w:rsid w:val="009D0CC4"/>
    <w:rsid w:val="009F1B04"/>
    <w:rsid w:val="00A520D6"/>
    <w:rsid w:val="00A53852"/>
    <w:rsid w:val="00A80B8F"/>
    <w:rsid w:val="00AD10C2"/>
    <w:rsid w:val="00AD157B"/>
    <w:rsid w:val="00AF1301"/>
    <w:rsid w:val="00B44382"/>
    <w:rsid w:val="00B8532D"/>
    <w:rsid w:val="00BC6110"/>
    <w:rsid w:val="00C93F5E"/>
    <w:rsid w:val="00D84A6A"/>
    <w:rsid w:val="00DA058D"/>
    <w:rsid w:val="00DD2BDC"/>
    <w:rsid w:val="00DE0E77"/>
    <w:rsid w:val="00EA2B08"/>
    <w:rsid w:val="00EC7FF2"/>
    <w:rsid w:val="00FB2853"/>
    <w:rsid w:val="00FF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38116F"/>
  <w14:defaultImageDpi w14:val="300"/>
  <w15:chartTrackingRefBased/>
  <w15:docId w15:val="{7BFF83E7-3F48-A745-86A9-75707C42D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C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17AA"/>
    <w:rPr>
      <w:rFonts w:ascii="Cambria" w:eastAsia="Times New Roman" w:hAnsi="Cambria"/>
      <w:color w:val="000000"/>
      <w:sz w:val="24"/>
      <w:lang w:val="en-US"/>
    </w:rPr>
  </w:style>
  <w:style w:type="paragraph" w:styleId="Heading1">
    <w:name w:val="heading 1"/>
    <w:basedOn w:val="Normal"/>
    <w:next w:val="Normal"/>
    <w:link w:val="Heading1Char"/>
    <w:qFormat/>
    <w:rsid w:val="00264FE2"/>
    <w:pPr>
      <w:keepNext/>
      <w:spacing w:before="240" w:after="120"/>
      <w:outlineLvl w:val="0"/>
    </w:pPr>
    <w:rPr>
      <w:rFonts w:ascii="Arial Narrow" w:hAnsi="Arial Narrow"/>
      <w:caps/>
      <w:spacing w:val="20"/>
      <w:sz w:val="36"/>
      <w:szCs w:val="36"/>
    </w:rPr>
  </w:style>
  <w:style w:type="paragraph" w:styleId="Heading2">
    <w:name w:val="heading 2"/>
    <w:basedOn w:val="Normal"/>
    <w:next w:val="Normal"/>
    <w:qFormat/>
    <w:rsid w:val="004D3097"/>
    <w:pPr>
      <w:keepNext/>
      <w:spacing w:after="60"/>
      <w:outlineLvl w:val="1"/>
    </w:pPr>
    <w:rPr>
      <w:rFonts w:ascii="Arial Narrow" w:hAnsi="Arial Narrow"/>
      <w:color w:val="B61C2C"/>
      <w:sz w:val="36"/>
      <w:szCs w:val="36"/>
    </w:rPr>
  </w:style>
  <w:style w:type="paragraph" w:styleId="Heading3">
    <w:name w:val="heading 3"/>
    <w:basedOn w:val="Normal"/>
    <w:next w:val="Normal"/>
    <w:qFormat/>
    <w:rsid w:val="00264FE2"/>
    <w:pPr>
      <w:keepNext/>
      <w:spacing w:before="240" w:after="60"/>
      <w:outlineLvl w:val="2"/>
    </w:pPr>
    <w:rPr>
      <w:rFonts w:ascii="Arial Narrow" w:hAnsi="Arial Narrow" w:cs="Arial"/>
      <w:bCs/>
      <w:sz w:val="28"/>
      <w:szCs w:val="26"/>
    </w:rPr>
  </w:style>
  <w:style w:type="paragraph" w:styleId="Heading4">
    <w:name w:val="heading 4"/>
    <w:basedOn w:val="Normal"/>
    <w:next w:val="Normal"/>
    <w:link w:val="Heading4Char"/>
    <w:qFormat/>
    <w:rsid w:val="00264FE2"/>
    <w:pPr>
      <w:keepNext/>
      <w:spacing w:before="240" w:after="60"/>
      <w:outlineLvl w:val="3"/>
    </w:pPr>
    <w:rPr>
      <w:rFonts w:ascii="Arial Narrow" w:eastAsia="MS Mincho" w:hAnsi="Arial Narrow"/>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Arial" w:hAnsi="Arial"/>
    </w:rPr>
  </w:style>
  <w:style w:type="table" w:styleId="TableGrid">
    <w:name w:val="Table Grid"/>
    <w:basedOn w:val="TableNormal"/>
    <w:rsid w:val="004D3097"/>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5CA9"/>
    <w:rPr>
      <w:rFonts w:ascii="Tahoma" w:hAnsi="Tahoma" w:cs="Tahoma"/>
      <w:sz w:val="16"/>
      <w:szCs w:val="16"/>
    </w:rPr>
  </w:style>
  <w:style w:type="paragraph" w:styleId="BodyText2">
    <w:name w:val="Body Text 2"/>
    <w:basedOn w:val="Normal"/>
    <w:rsid w:val="00DD2BDC"/>
    <w:pPr>
      <w:spacing w:after="120" w:line="480" w:lineRule="auto"/>
    </w:pPr>
  </w:style>
  <w:style w:type="paragraph" w:customStyle="1" w:styleId="coverindent">
    <w:name w:val="cover indent"/>
    <w:rsid w:val="00DD2BDC"/>
    <w:pPr>
      <w:widowControl w:val="0"/>
      <w:spacing w:after="240"/>
      <w:ind w:left="5760"/>
    </w:pPr>
    <w:rPr>
      <w:rFonts w:ascii="Arial" w:eastAsia="Times New Roman" w:hAnsi="Arial"/>
      <w:sz w:val="24"/>
      <w:lang w:val="en-US"/>
    </w:rPr>
  </w:style>
  <w:style w:type="paragraph" w:customStyle="1" w:styleId="DocumentTitle">
    <w:name w:val="Document Title"/>
    <w:basedOn w:val="Heading1"/>
    <w:next w:val="Normal"/>
    <w:link w:val="DocumentTitleChar"/>
    <w:rsid w:val="00DD2BDC"/>
    <w:pPr>
      <w:tabs>
        <w:tab w:val="right" w:pos="11160"/>
      </w:tabs>
      <w:ind w:right="-547"/>
    </w:pPr>
    <w:rPr>
      <w:smallCaps/>
      <w:szCs w:val="56"/>
    </w:rPr>
  </w:style>
  <w:style w:type="character" w:customStyle="1" w:styleId="Heading1Char">
    <w:name w:val="Heading 1 Char"/>
    <w:link w:val="Heading1"/>
    <w:rsid w:val="00264FE2"/>
    <w:rPr>
      <w:rFonts w:ascii="Arial Narrow" w:eastAsia="Times New Roman" w:hAnsi="Arial Narrow"/>
      <w:caps/>
      <w:color w:val="000000"/>
      <w:spacing w:val="20"/>
      <w:sz w:val="36"/>
      <w:szCs w:val="36"/>
    </w:rPr>
  </w:style>
  <w:style w:type="character" w:customStyle="1" w:styleId="DocumentTitleChar">
    <w:name w:val="Document Title Char"/>
    <w:link w:val="DocumentTitle"/>
    <w:rsid w:val="00DD2BDC"/>
    <w:rPr>
      <w:rFonts w:ascii="Arial Narrow" w:eastAsia="Times New Roman" w:hAnsi="Arial Narrow"/>
      <w:smallCaps/>
      <w:color w:val="000000"/>
      <w:sz w:val="72"/>
      <w:szCs w:val="56"/>
    </w:rPr>
  </w:style>
  <w:style w:type="paragraph" w:customStyle="1" w:styleId="bullet">
    <w:name w:val="bullet"/>
    <w:basedOn w:val="Normal"/>
    <w:rsid w:val="00E13760"/>
    <w:pPr>
      <w:numPr>
        <w:numId w:val="10"/>
      </w:numPr>
      <w:tabs>
        <w:tab w:val="clear" w:pos="720"/>
      </w:tabs>
      <w:ind w:left="360" w:hanging="360"/>
    </w:pPr>
  </w:style>
  <w:style w:type="character" w:customStyle="1" w:styleId="Heading4Char">
    <w:name w:val="Heading 4 Char"/>
    <w:link w:val="Heading4"/>
    <w:rsid w:val="00264FE2"/>
    <w:rPr>
      <w:rFonts w:ascii="Arial Narrow" w:eastAsia="MS Mincho" w:hAnsi="Arial Narrow"/>
      <w:sz w:val="24"/>
      <w:szCs w:val="24"/>
    </w:rPr>
  </w:style>
  <w:style w:type="paragraph" w:styleId="Title">
    <w:name w:val="Title"/>
    <w:basedOn w:val="Normal"/>
    <w:next w:val="Normal"/>
    <w:link w:val="TitleChar"/>
    <w:qFormat/>
    <w:rsid w:val="004D3097"/>
    <w:pPr>
      <w:spacing w:before="240"/>
      <w:contextualSpacing/>
    </w:pPr>
    <w:rPr>
      <w:rFonts w:ascii="Arial Narrow" w:eastAsia="MS Gothic" w:hAnsi="Arial Narrow"/>
      <w:caps/>
      <w:spacing w:val="40"/>
      <w:kern w:val="28"/>
      <w:sz w:val="72"/>
      <w:szCs w:val="72"/>
    </w:rPr>
  </w:style>
  <w:style w:type="character" w:customStyle="1" w:styleId="TitleChar">
    <w:name w:val="Title Char"/>
    <w:link w:val="Title"/>
    <w:rsid w:val="004D3097"/>
    <w:rPr>
      <w:rFonts w:ascii="Arial Narrow" w:eastAsia="MS Gothic" w:hAnsi="Arial Narrow"/>
      <w:caps/>
      <w:spacing w:val="40"/>
      <w:kern w:val="28"/>
      <w:sz w:val="72"/>
      <w:szCs w:val="72"/>
    </w:rPr>
  </w:style>
  <w:style w:type="paragraph" w:styleId="GridTable3">
    <w:name w:val="Grid Table 3"/>
    <w:basedOn w:val="Heading2"/>
    <w:next w:val="Normal"/>
    <w:uiPriority w:val="39"/>
    <w:semiHidden/>
    <w:unhideWhenUsed/>
    <w:qFormat/>
    <w:rsid w:val="004D3097"/>
    <w:pPr>
      <w:keepLines/>
      <w:spacing w:before="320"/>
      <w:outlineLvl w:val="9"/>
    </w:pPr>
    <w:rPr>
      <w:rFonts w:eastAsia="MS Gothic"/>
      <w:sz w:val="28"/>
      <w:szCs w:val="28"/>
    </w:rPr>
  </w:style>
  <w:style w:type="paragraph" w:styleId="TOC1">
    <w:name w:val="toc 1"/>
    <w:basedOn w:val="Normal"/>
    <w:next w:val="Normal"/>
    <w:autoRedefine/>
    <w:qFormat/>
    <w:rsid w:val="004D3097"/>
    <w:pPr>
      <w:spacing w:after="120"/>
      <w:ind w:left="940"/>
    </w:pPr>
    <w:rPr>
      <w:rFonts w:ascii="Arial Narrow" w:hAnsi="Arial Narrow"/>
    </w:rPr>
  </w:style>
  <w:style w:type="paragraph" w:styleId="TOC2">
    <w:name w:val="toc 2"/>
    <w:basedOn w:val="Normal"/>
    <w:next w:val="Normal"/>
    <w:autoRedefine/>
    <w:qFormat/>
    <w:rsid w:val="000E7EB9"/>
    <w:pPr>
      <w:spacing w:after="100"/>
      <w:ind w:left="1950"/>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cmacbook:Library:Application%20Support:Microsoft:Office:User%20Templates:My%20Templates:AMC%20Document%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DD60F-E574-9942-90FE-0006CED4C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HD:Users:rcmacbook:Library:Application Support:Microsoft:Office:User Templates:My Templates:AMC Document Template 2013.dotx</Template>
  <TotalTime>0</TotalTime>
  <Pages>2</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appliedmanagement.com</Manager>
  <Company> Applied Management Centre</Company>
  <LinksUpToDate>false</LinksUpToDate>
  <CharactersWithSpaces>1492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2</cp:revision>
  <cp:lastPrinted>2013-10-25T19:03:00Z</cp:lastPrinted>
  <dcterms:created xsi:type="dcterms:W3CDTF">2022-01-04T22:38:00Z</dcterms:created>
  <dcterms:modified xsi:type="dcterms:W3CDTF">2022-01-04T22:38:00Z</dcterms:modified>
  <cp:category/>
</cp:coreProperties>
</file>